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9F258" w14:textId="4B840509" w:rsidR="00412B13" w:rsidRPr="00074484" w:rsidRDefault="00946023" w:rsidP="00426740">
      <w:pPr>
        <w:pStyle w:val="Nadpis1neslovan"/>
      </w:pPr>
      <w:r w:rsidRPr="00074484"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8239" behindDoc="0" locked="0" layoutInCell="1" allowOverlap="1" wp14:anchorId="0BF41E37" wp14:editId="1EC89664">
                <wp:simplePos x="0" y="0"/>
                <wp:positionH relativeFrom="column">
                  <wp:posOffset>-1893570</wp:posOffset>
                </wp:positionH>
                <wp:positionV relativeFrom="paragraph">
                  <wp:posOffset>-25400</wp:posOffset>
                </wp:positionV>
                <wp:extent cx="1515600" cy="925200"/>
                <wp:effectExtent l="0" t="0" r="8890" b="8255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600" cy="92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EA87D" w14:textId="063B6B99" w:rsidR="00946023" w:rsidRPr="00946023" w:rsidRDefault="00946023" w:rsidP="00946023">
                            <w:pPr>
                              <w:pStyle w:val="Header2"/>
                              <w:rPr>
                                <w:b/>
                              </w:rPr>
                            </w:pPr>
                            <w:r w:rsidRPr="00946023">
                              <w:rPr>
                                <w:b/>
                              </w:rPr>
                              <w:t>Architektonická soutěž</w:t>
                            </w:r>
                          </w:p>
                          <w:p w14:paraId="6C02C329" w14:textId="49D3158F" w:rsidR="00946023" w:rsidRPr="00946023" w:rsidRDefault="00946023" w:rsidP="00946023">
                            <w:pPr>
                              <w:pStyle w:val="Header2"/>
                            </w:pPr>
                          </w:p>
                          <w:p w14:paraId="3411A995" w14:textId="77777777" w:rsidR="00074484" w:rsidRPr="00074484" w:rsidRDefault="0008427E" w:rsidP="00FD3DE9">
                            <w:pPr>
                              <w:pStyle w:val="Header2"/>
                            </w:pPr>
                            <w:r w:rsidRPr="00074484">
                              <w:t xml:space="preserve">Břehy Staré Moravy </w:t>
                            </w:r>
                            <w:r w:rsidR="00074484" w:rsidRPr="00074484">
                              <w:t xml:space="preserve">  </w:t>
                            </w:r>
                          </w:p>
                          <w:p w14:paraId="41EEE74A" w14:textId="25972FCE" w:rsidR="00946023" w:rsidRPr="00946023" w:rsidRDefault="0008427E" w:rsidP="00FD3DE9">
                            <w:pPr>
                              <w:pStyle w:val="Header2"/>
                            </w:pPr>
                            <w:r w:rsidRPr="00074484">
                              <w:t>v Hodoníně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F41E37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149.1pt;margin-top:-2pt;width:119.35pt;height:72.85pt;z-index: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" stroked="f">
                <v:textbox>
                  <w:txbxContent>
                    <w:p w14:paraId="6F2EA87D" w14:textId="063B6B99" w:rsidR="00946023" w:rsidRPr="00946023" w:rsidRDefault="00946023" w:rsidP="00946023">
                      <w:pPr>
                        <w:pStyle w:val="Header2"/>
                        <w:rPr>
                          <w:b/>
                        </w:rPr>
                      </w:pPr>
                      <w:r w:rsidRPr="00946023">
                        <w:rPr>
                          <w:b/>
                        </w:rPr>
                        <w:t>Architektonická soutěž</w:t>
                      </w:r>
                    </w:p>
                    <w:p w14:paraId="6C02C329" w14:textId="49D3158F" w:rsidR="00946023" w:rsidRPr="00946023" w:rsidRDefault="00946023" w:rsidP="00946023">
                      <w:pPr>
                        <w:pStyle w:val="Header2"/>
                      </w:pPr>
                    </w:p>
                    <w:p w14:paraId="3411A995" w14:textId="77777777" w:rsidR="00074484" w:rsidRPr="00074484" w:rsidRDefault="0008427E" w:rsidP="00FD3DE9">
                      <w:pPr>
                        <w:pStyle w:val="Header2"/>
                      </w:pPr>
                      <w:r w:rsidRPr="00074484">
                        <w:t xml:space="preserve">Břehy Staré Moravy </w:t>
                      </w:r>
                      <w:r w:rsidR="00074484" w:rsidRPr="00074484">
                        <w:t xml:space="preserve">  </w:t>
                      </w:r>
                    </w:p>
                    <w:p w14:paraId="41EEE74A" w14:textId="25972FCE" w:rsidR="00946023" w:rsidRPr="00946023" w:rsidRDefault="0008427E" w:rsidP="00FD3DE9">
                      <w:pPr>
                        <w:pStyle w:val="Header2"/>
                      </w:pPr>
                      <w:r w:rsidRPr="00074484">
                        <w:t>v Hodoníně</w:t>
                      </w:r>
                    </w:p>
                  </w:txbxContent>
                </v:textbox>
              </v:shape>
            </w:pict>
          </mc:Fallback>
        </mc:AlternateContent>
      </w:r>
      <w:r w:rsidR="00E26D37" w:rsidRPr="00074484">
        <w:t>P</w:t>
      </w:r>
      <w:r w:rsidR="00D63170" w:rsidRPr="00074484">
        <w:t>P04</w:t>
      </w:r>
      <w:r w:rsidR="00E26D37" w:rsidRPr="00074484">
        <w:t xml:space="preserve"> </w:t>
      </w:r>
      <w:r w:rsidR="000C33E0" w:rsidRPr="00074484">
        <w:t>nezávazná nabídková cena za plnění následné zakázky – vzor</w:t>
      </w:r>
    </w:p>
    <w:p w14:paraId="5216DA8E" w14:textId="17F06B49" w:rsidR="0032597B" w:rsidRPr="00074484" w:rsidRDefault="0032597B" w:rsidP="0032597B">
      <w:pPr>
        <w:pStyle w:val="Header2"/>
      </w:pPr>
      <w:r w:rsidRPr="00074484">
        <w:t>předložená níže uvedeným účastníkem v soutěži o návrh s názvem „</w:t>
      </w:r>
      <w:r w:rsidR="0008427E" w:rsidRPr="00074484">
        <w:t>Břehy Staré Moravy v Hodoníně</w:t>
      </w:r>
      <w:r w:rsidRPr="00074484">
        <w:t>“</w:t>
      </w:r>
    </w:p>
    <w:p w14:paraId="0FC943C5" w14:textId="77777777" w:rsidR="0032597B" w:rsidRPr="00074484" w:rsidRDefault="0032597B" w:rsidP="0032597B"/>
    <w:tbl>
      <w:tblPr>
        <w:tblStyle w:val="Mkatabulky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150"/>
        <w:gridCol w:w="1782"/>
      </w:tblGrid>
      <w:tr w:rsidR="00434B92" w:rsidRPr="00074484" w14:paraId="072B89BE" w14:textId="77777777" w:rsidTr="00481BD7">
        <w:trPr>
          <w:trHeight w:val="195"/>
        </w:trPr>
        <w:tc>
          <w:tcPr>
            <w:tcW w:w="6150" w:type="dxa"/>
          </w:tcPr>
          <w:p w14:paraId="03545C94" w14:textId="1A703F11" w:rsidR="00434B92" w:rsidRPr="00074484" w:rsidRDefault="00434B92" w:rsidP="000C33E0">
            <w:pPr>
              <w:pStyle w:val="NormalTab"/>
              <w:rPr>
                <w:b/>
                <w:bCs/>
              </w:rPr>
            </w:pPr>
            <w:r w:rsidRPr="00074484">
              <w:rPr>
                <w:b/>
                <w:bCs/>
              </w:rPr>
              <w:t>Základní fáze služby</w:t>
            </w:r>
          </w:p>
        </w:tc>
        <w:tc>
          <w:tcPr>
            <w:tcW w:w="1782" w:type="dxa"/>
          </w:tcPr>
          <w:p w14:paraId="1B0AC4C5" w14:textId="698CBEEE" w:rsidR="00434B92" w:rsidRPr="00074484" w:rsidRDefault="00434B92" w:rsidP="000C33E0">
            <w:pPr>
              <w:pStyle w:val="NormalTab"/>
              <w:rPr>
                <w:b/>
                <w:bCs/>
              </w:rPr>
            </w:pPr>
            <w:r w:rsidRPr="00074484">
              <w:rPr>
                <w:b/>
                <w:bCs/>
              </w:rPr>
              <w:t>Cena za danou FS (Kč bez DPH)</w:t>
            </w:r>
          </w:p>
        </w:tc>
      </w:tr>
      <w:tr w:rsidR="00434B92" w14:paraId="553A3A08" w14:textId="77777777" w:rsidTr="0062223F">
        <w:trPr>
          <w:trHeight w:val="189"/>
        </w:trPr>
        <w:tc>
          <w:tcPr>
            <w:tcW w:w="6150" w:type="dxa"/>
          </w:tcPr>
          <w:p w14:paraId="0319276C" w14:textId="77777777" w:rsidR="00434B92" w:rsidRPr="00074484" w:rsidRDefault="00434B92" w:rsidP="00434B92">
            <w:r w:rsidRPr="00074484">
              <w:t>Návrh stavby (dopracování soutěžního návrhu do podoby architektonické studie na základě připomínek doručených zadavatelem po soutěži)</w:t>
            </w:r>
          </w:p>
          <w:p w14:paraId="4AD2478C" w14:textId="17F72F59" w:rsidR="006654F4" w:rsidRPr="006654F4" w:rsidRDefault="006654F4" w:rsidP="00434B92">
            <w:pPr>
              <w:rPr>
                <w:i/>
                <w:iCs/>
                <w:u w:val="single"/>
              </w:rPr>
            </w:pPr>
            <w:r w:rsidRPr="00074484">
              <w:rPr>
                <w:i/>
                <w:iCs/>
                <w:u w:val="single"/>
              </w:rPr>
              <w:t>Tato fáze se týká Hlavní (projektové) i Navazující (ideové) části.</w:t>
            </w:r>
          </w:p>
        </w:tc>
        <w:tc>
          <w:tcPr>
            <w:tcW w:w="1782" w:type="dxa"/>
          </w:tcPr>
          <w:p w14:paraId="5F081C80" w14:textId="71FC3778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35FC4FE0" w14:textId="77777777" w:rsidTr="00C60532">
        <w:trPr>
          <w:trHeight w:val="189"/>
        </w:trPr>
        <w:tc>
          <w:tcPr>
            <w:tcW w:w="6150" w:type="dxa"/>
          </w:tcPr>
          <w:p w14:paraId="72C7B1C8" w14:textId="24A38B45" w:rsidR="00434B92" w:rsidRPr="00F45237" w:rsidRDefault="00434B92" w:rsidP="000C33E0">
            <w:pPr>
              <w:pStyle w:val="NormalTab"/>
              <w:rPr>
                <w:color w:val="828A8D"/>
              </w:rPr>
            </w:pPr>
            <w:r>
              <w:t>Projekt pro povolení záměru</w:t>
            </w:r>
          </w:p>
        </w:tc>
        <w:tc>
          <w:tcPr>
            <w:tcW w:w="1782" w:type="dxa"/>
          </w:tcPr>
          <w:p w14:paraId="35D13573" w14:textId="2D39CC0A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76043FC2" w14:textId="77777777" w:rsidTr="00FE3918">
        <w:trPr>
          <w:trHeight w:val="189"/>
        </w:trPr>
        <w:tc>
          <w:tcPr>
            <w:tcW w:w="6150" w:type="dxa"/>
          </w:tcPr>
          <w:p w14:paraId="0259A822" w14:textId="15FDC4B7" w:rsidR="00434B92" w:rsidRDefault="00434B92" w:rsidP="000C33E0">
            <w:pPr>
              <w:pStyle w:val="NormalTab"/>
            </w:pPr>
            <w:bookmarkStart w:id="0" w:name="_Hlk131265748"/>
            <w:r w:rsidRPr="00434B92">
              <w:t>Obstaravatelská činnost pro zajištění pravomocného SP</w:t>
            </w:r>
            <w:bookmarkEnd w:id="0"/>
          </w:p>
        </w:tc>
        <w:tc>
          <w:tcPr>
            <w:tcW w:w="1782" w:type="dxa"/>
          </w:tcPr>
          <w:p w14:paraId="4493D2A1" w14:textId="77777777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7607FAC4" w14:textId="77777777" w:rsidTr="00BB4E1F">
        <w:trPr>
          <w:trHeight w:val="189"/>
        </w:trPr>
        <w:tc>
          <w:tcPr>
            <w:tcW w:w="6150" w:type="dxa"/>
          </w:tcPr>
          <w:p w14:paraId="18631C1A" w14:textId="24E8405B" w:rsidR="00434B92" w:rsidRPr="00F45237" w:rsidRDefault="00434B92" w:rsidP="000C33E0">
            <w:pPr>
              <w:pStyle w:val="NormalTab"/>
              <w:rPr>
                <w:color w:val="828A8D"/>
              </w:rPr>
            </w:pPr>
            <w:r>
              <w:t>Projekt</w:t>
            </w:r>
            <w:r w:rsidRPr="00C47B35">
              <w:t xml:space="preserve"> pro provádění stavby</w:t>
            </w:r>
          </w:p>
        </w:tc>
        <w:tc>
          <w:tcPr>
            <w:tcW w:w="1782" w:type="dxa"/>
          </w:tcPr>
          <w:p w14:paraId="2B9108B6" w14:textId="0D6C6369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5864E0A1" w14:textId="77777777" w:rsidTr="004C7ACF">
        <w:trPr>
          <w:trHeight w:val="189"/>
        </w:trPr>
        <w:tc>
          <w:tcPr>
            <w:tcW w:w="6150" w:type="dxa"/>
          </w:tcPr>
          <w:p w14:paraId="1F835BFB" w14:textId="15859E9F" w:rsidR="00434B92" w:rsidRPr="00F45237" w:rsidRDefault="00434B92" w:rsidP="000C33E0">
            <w:pPr>
              <w:pStyle w:val="NormalTab"/>
              <w:rPr>
                <w:color w:val="828A8D"/>
              </w:rPr>
            </w:pPr>
            <w:r w:rsidRPr="00C47B35">
              <w:t>Soupis prací a dodávek</w:t>
            </w:r>
          </w:p>
        </w:tc>
        <w:tc>
          <w:tcPr>
            <w:tcW w:w="1782" w:type="dxa"/>
          </w:tcPr>
          <w:p w14:paraId="2B2C2A70" w14:textId="40E822F8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6746C578" w14:textId="77777777" w:rsidTr="00745D41">
        <w:trPr>
          <w:trHeight w:val="189"/>
        </w:trPr>
        <w:tc>
          <w:tcPr>
            <w:tcW w:w="6150" w:type="dxa"/>
          </w:tcPr>
          <w:p w14:paraId="255F3B28" w14:textId="5339B09B" w:rsidR="00434B92" w:rsidRDefault="00434B92" w:rsidP="000C33E0">
            <w:pPr>
              <w:pStyle w:val="NormalTab"/>
            </w:pPr>
            <w:r w:rsidRPr="00434B92">
              <w:t>Spolupráce při výběru dodavatele stavby</w:t>
            </w:r>
          </w:p>
        </w:tc>
        <w:tc>
          <w:tcPr>
            <w:tcW w:w="1782" w:type="dxa"/>
          </w:tcPr>
          <w:p w14:paraId="516D4040" w14:textId="77777777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065972BB" w14:textId="77777777" w:rsidTr="00745D41">
        <w:trPr>
          <w:trHeight w:val="189"/>
        </w:trPr>
        <w:tc>
          <w:tcPr>
            <w:tcW w:w="6150" w:type="dxa"/>
          </w:tcPr>
          <w:p w14:paraId="095EF013" w14:textId="3CDE2730" w:rsidR="00434B92" w:rsidRPr="00F45237" w:rsidRDefault="00434B92" w:rsidP="000C33E0">
            <w:pPr>
              <w:pStyle w:val="NormalTab"/>
              <w:rPr>
                <w:color w:val="828A8D"/>
              </w:rPr>
            </w:pPr>
            <w:r>
              <w:t>Dozor projektanta (Autorský dozor)</w:t>
            </w:r>
          </w:p>
        </w:tc>
        <w:tc>
          <w:tcPr>
            <w:tcW w:w="1782" w:type="dxa"/>
          </w:tcPr>
          <w:p w14:paraId="6673DFB1" w14:textId="4BB4E874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434B92" w14:paraId="15470166" w14:textId="77777777" w:rsidTr="00AA65F0">
        <w:trPr>
          <w:trHeight w:val="189"/>
        </w:trPr>
        <w:tc>
          <w:tcPr>
            <w:tcW w:w="6150" w:type="dxa"/>
          </w:tcPr>
          <w:p w14:paraId="035AC143" w14:textId="330E9CC4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  <w:tc>
          <w:tcPr>
            <w:tcW w:w="1782" w:type="dxa"/>
          </w:tcPr>
          <w:p w14:paraId="309312DA" w14:textId="3F56C581" w:rsidR="00434B92" w:rsidRPr="00F45237" w:rsidRDefault="00434B92" w:rsidP="000C33E0">
            <w:pPr>
              <w:pStyle w:val="NormalTab"/>
              <w:rPr>
                <w:color w:val="828A8D"/>
              </w:rPr>
            </w:pPr>
          </w:p>
        </w:tc>
      </w:tr>
      <w:tr w:rsidR="000C33E0" w14:paraId="7F60B7D6" w14:textId="77777777" w:rsidTr="000C33E0">
        <w:trPr>
          <w:trHeight w:val="189"/>
        </w:trPr>
        <w:tc>
          <w:tcPr>
            <w:tcW w:w="6150" w:type="dxa"/>
          </w:tcPr>
          <w:p w14:paraId="5BAE0DDD" w14:textId="6D3AF975" w:rsidR="000C33E0" w:rsidRPr="000C33E0" w:rsidRDefault="000C33E0" w:rsidP="000C33E0">
            <w:pPr>
              <w:pStyle w:val="NormalTab"/>
              <w:rPr>
                <w:b/>
                <w:bCs/>
                <w:color w:val="828A8D"/>
              </w:rPr>
            </w:pPr>
            <w:r w:rsidRPr="000C33E0">
              <w:rPr>
                <w:b/>
                <w:bCs/>
              </w:rPr>
              <w:t>Celkem bez DPH</w:t>
            </w:r>
          </w:p>
        </w:tc>
        <w:tc>
          <w:tcPr>
            <w:tcW w:w="1782" w:type="dxa"/>
          </w:tcPr>
          <w:p w14:paraId="600D757A" w14:textId="397627CC" w:rsidR="000C33E0" w:rsidRPr="00F45237" w:rsidRDefault="000C33E0" w:rsidP="000C33E0">
            <w:pPr>
              <w:pStyle w:val="NormalTab"/>
              <w:rPr>
                <w:color w:val="828A8D"/>
              </w:rPr>
            </w:pPr>
          </w:p>
        </w:tc>
      </w:tr>
      <w:tr w:rsidR="000C33E0" w14:paraId="0FB3EA75" w14:textId="77777777" w:rsidTr="00215ED8">
        <w:trPr>
          <w:trHeight w:val="189"/>
        </w:trPr>
        <w:tc>
          <w:tcPr>
            <w:tcW w:w="6150" w:type="dxa"/>
          </w:tcPr>
          <w:p w14:paraId="27FBD237" w14:textId="5A97992C" w:rsidR="000C33E0" w:rsidRPr="00F45237" w:rsidRDefault="000C33E0" w:rsidP="000C33E0">
            <w:pPr>
              <w:pStyle w:val="NormalTab"/>
              <w:rPr>
                <w:color w:val="828A8D"/>
              </w:rPr>
            </w:pPr>
            <w:r w:rsidRPr="00B9416F">
              <w:t>DPH 21%</w:t>
            </w:r>
          </w:p>
        </w:tc>
        <w:tc>
          <w:tcPr>
            <w:tcW w:w="1782" w:type="dxa"/>
          </w:tcPr>
          <w:p w14:paraId="02BC5FCD" w14:textId="77777777" w:rsidR="000C33E0" w:rsidRPr="00F45237" w:rsidRDefault="000C33E0" w:rsidP="000C33E0">
            <w:pPr>
              <w:pStyle w:val="NormalTab"/>
              <w:rPr>
                <w:color w:val="828A8D"/>
              </w:rPr>
            </w:pPr>
          </w:p>
        </w:tc>
      </w:tr>
      <w:tr w:rsidR="000C33E0" w14:paraId="1DAB170A" w14:textId="77777777" w:rsidTr="00124D0A">
        <w:trPr>
          <w:trHeight w:val="189"/>
        </w:trPr>
        <w:tc>
          <w:tcPr>
            <w:tcW w:w="6150" w:type="dxa"/>
          </w:tcPr>
          <w:p w14:paraId="7993E2F1" w14:textId="47FC0299" w:rsidR="000C33E0" w:rsidRPr="000C33E0" w:rsidRDefault="000C33E0" w:rsidP="000C33E0">
            <w:pPr>
              <w:pStyle w:val="NormalTab"/>
              <w:rPr>
                <w:b/>
                <w:bCs/>
                <w:color w:val="828A8D"/>
              </w:rPr>
            </w:pPr>
            <w:r w:rsidRPr="000C33E0">
              <w:rPr>
                <w:b/>
                <w:bCs/>
              </w:rPr>
              <w:t>Celkem vč. DPH</w:t>
            </w:r>
          </w:p>
        </w:tc>
        <w:tc>
          <w:tcPr>
            <w:tcW w:w="1782" w:type="dxa"/>
          </w:tcPr>
          <w:p w14:paraId="3C7989DF" w14:textId="7E0E39B7" w:rsidR="000C33E0" w:rsidRPr="00F45237" w:rsidRDefault="000C33E0" w:rsidP="000C33E0">
            <w:pPr>
              <w:pStyle w:val="NormalTab"/>
              <w:rPr>
                <w:color w:val="828A8D"/>
              </w:rPr>
            </w:pPr>
          </w:p>
        </w:tc>
      </w:tr>
    </w:tbl>
    <w:p w14:paraId="7830C820" w14:textId="77777777" w:rsidR="00666B28" w:rsidRDefault="00666B28" w:rsidP="00426740">
      <w:pPr>
        <w:rPr>
          <w:b/>
          <w:bCs/>
        </w:rPr>
      </w:pPr>
    </w:p>
    <w:tbl>
      <w:tblPr>
        <w:tblStyle w:val="Mkatabulky"/>
        <w:tblW w:w="0" w:type="auto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5380"/>
      </w:tblGrid>
      <w:tr w:rsidR="0032597B" w:rsidRPr="00E402E4" w14:paraId="320D4C17" w14:textId="77777777" w:rsidTr="00765A3C">
        <w:trPr>
          <w:trHeight w:val="173"/>
        </w:trPr>
        <w:tc>
          <w:tcPr>
            <w:tcW w:w="2552" w:type="dxa"/>
          </w:tcPr>
          <w:p w14:paraId="39042156" w14:textId="77777777" w:rsidR="0032597B" w:rsidRPr="00E402E4" w:rsidRDefault="0032597B" w:rsidP="00CB69B4">
            <w:r w:rsidRPr="00E402E4">
              <w:t>Jméno a příjmení oprávněné osoby za</w:t>
            </w:r>
            <w:r>
              <w:t xml:space="preserve"> Účastníka:</w:t>
            </w:r>
          </w:p>
        </w:tc>
        <w:tc>
          <w:tcPr>
            <w:tcW w:w="5380" w:type="dxa"/>
          </w:tcPr>
          <w:p w14:paraId="6E7FA5EC" w14:textId="77777777" w:rsidR="0032597B" w:rsidRPr="00E402E4" w:rsidRDefault="0032597B" w:rsidP="00765A3C">
            <w:pPr>
              <w:pStyle w:val="NormalTab"/>
              <w:rPr>
                <w:color w:val="828A8D"/>
              </w:rPr>
            </w:pPr>
            <w:r w:rsidRPr="00E402E4">
              <w:rPr>
                <w:color w:val="828A8D"/>
              </w:rPr>
              <w:t>DOPLNÍ ÚČASTNÍK</w:t>
            </w:r>
          </w:p>
        </w:tc>
      </w:tr>
      <w:tr w:rsidR="0032597B" w:rsidRPr="00E402E4" w14:paraId="76DDC878" w14:textId="77777777" w:rsidTr="00765A3C">
        <w:trPr>
          <w:trHeight w:val="172"/>
        </w:trPr>
        <w:tc>
          <w:tcPr>
            <w:tcW w:w="2552" w:type="dxa"/>
          </w:tcPr>
          <w:p w14:paraId="432CE3D9" w14:textId="77777777" w:rsidR="0032597B" w:rsidRPr="00E402E4" w:rsidRDefault="0032597B" w:rsidP="00CB69B4">
            <w:r w:rsidRPr="00E402E4">
              <w:t xml:space="preserve">Podpis oprávněné osoby za </w:t>
            </w:r>
            <w:r w:rsidRPr="00C27145">
              <w:t>Účastníka</w:t>
            </w:r>
            <w:r w:rsidRPr="00C27145">
              <w:rPr>
                <w:vertAlign w:val="superscript"/>
              </w:rPr>
              <w:footnoteReference w:id="1"/>
            </w:r>
            <w:r w:rsidRPr="00C27145">
              <w:t>:</w:t>
            </w:r>
          </w:p>
        </w:tc>
        <w:tc>
          <w:tcPr>
            <w:tcW w:w="5380" w:type="dxa"/>
          </w:tcPr>
          <w:p w14:paraId="2C2DDF57" w14:textId="77777777" w:rsidR="0032597B" w:rsidRPr="00E402E4" w:rsidRDefault="0032597B" w:rsidP="00765A3C">
            <w:pPr>
              <w:pStyle w:val="NormalTab"/>
              <w:rPr>
                <w:color w:val="828A8D"/>
              </w:rPr>
            </w:pPr>
            <w:r w:rsidRPr="00E402E4">
              <w:rPr>
                <w:color w:val="828A8D"/>
              </w:rPr>
              <w:t>DOPLNÍ ÚČASTNÍK</w:t>
            </w:r>
          </w:p>
        </w:tc>
      </w:tr>
    </w:tbl>
    <w:p w14:paraId="3000F51F" w14:textId="77777777" w:rsidR="0032597B" w:rsidRPr="00E402E4" w:rsidRDefault="0032597B" w:rsidP="00426740">
      <w:pPr>
        <w:rPr>
          <w:b/>
          <w:bCs/>
        </w:rPr>
      </w:pPr>
    </w:p>
    <w:sectPr w:rsidR="0032597B" w:rsidRPr="00E402E4" w:rsidSect="00ED79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55" w:right="567" w:bottom="567" w:left="3402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7AF02" w14:textId="77777777" w:rsidR="00781AA1" w:rsidRDefault="00781AA1" w:rsidP="000809E0">
      <w:pPr>
        <w:spacing w:after="0" w:line="240" w:lineRule="auto"/>
      </w:pPr>
      <w:r>
        <w:separator/>
      </w:r>
    </w:p>
  </w:endnote>
  <w:endnote w:type="continuationSeparator" w:id="0">
    <w:p w14:paraId="788A5797" w14:textId="77777777" w:rsidR="00781AA1" w:rsidRDefault="00781AA1" w:rsidP="00080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pi Regular">
    <w:altName w:val="Calibri"/>
    <w:panose1 w:val="00000000000000000000"/>
    <w:charset w:val="00"/>
    <w:family w:val="modern"/>
    <w:notTrueType/>
    <w:pitch w:val="variable"/>
    <w:sig w:usb0="A00000BF" w:usb1="5000006A" w:usb2="00000000" w:usb3="00000000" w:csb0="0000009B" w:csb1="00000000"/>
  </w:font>
  <w:font w:name="Vegan Sans Premium SemiBold">
    <w:altName w:val="Consolas"/>
    <w:panose1 w:val="000007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epi SemiBold">
    <w:panose1 w:val="00000000000000000000"/>
    <w:charset w:val="00"/>
    <w:family w:val="modern"/>
    <w:notTrueType/>
    <w:pitch w:val="variable"/>
    <w:sig w:usb0="A00000AF" w:usb1="5000007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9FECA" w14:textId="77777777" w:rsidR="00334A87" w:rsidRDefault="00334A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4BB55" w14:textId="77777777" w:rsidR="0008525C" w:rsidRPr="00F029C9" w:rsidRDefault="0008525C" w:rsidP="00F029C9">
    <w:pPr>
      <w:pStyle w:val="Zpat"/>
      <w:tabs>
        <w:tab w:val="clear" w:pos="4536"/>
        <w:tab w:val="clear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0A130" w14:textId="77777777" w:rsidR="00F029C9" w:rsidRDefault="00F029C9" w:rsidP="00F029C9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68680" w14:textId="77777777" w:rsidR="00781AA1" w:rsidRDefault="00781AA1" w:rsidP="000809E0">
      <w:pPr>
        <w:spacing w:after="0" w:line="240" w:lineRule="auto"/>
      </w:pPr>
      <w:r>
        <w:separator/>
      </w:r>
    </w:p>
  </w:footnote>
  <w:footnote w:type="continuationSeparator" w:id="0">
    <w:p w14:paraId="02C7706E" w14:textId="77777777" w:rsidR="00781AA1" w:rsidRDefault="00781AA1" w:rsidP="000809E0">
      <w:pPr>
        <w:spacing w:after="0" w:line="240" w:lineRule="auto"/>
      </w:pPr>
      <w:r>
        <w:continuationSeparator/>
      </w:r>
    </w:p>
  </w:footnote>
  <w:footnote w:id="1">
    <w:p w14:paraId="3560A8D1" w14:textId="77777777" w:rsidR="0032597B" w:rsidRDefault="0032597B" w:rsidP="0032597B">
      <w:pPr>
        <w:pStyle w:val="Textpoznpodarou"/>
        <w:spacing w:after="120"/>
        <w:jc w:val="both"/>
      </w:pPr>
      <w:r w:rsidRPr="00C27145">
        <w:rPr>
          <w:rStyle w:val="Zdraznn"/>
          <w:sz w:val="16"/>
          <w:szCs w:val="16"/>
        </w:rPr>
        <w:footnoteRef/>
      </w:r>
      <w:r w:rsidRPr="00C27145">
        <w:rPr>
          <w:rStyle w:val="Zdraznn"/>
          <w:sz w:val="16"/>
          <w:szCs w:val="16"/>
        </w:rPr>
        <w:t xml:space="preserve"> Zadavatel pro účely </w:t>
      </w:r>
      <w:r>
        <w:rPr>
          <w:rStyle w:val="Zdraznn"/>
          <w:sz w:val="16"/>
          <w:szCs w:val="16"/>
        </w:rPr>
        <w:t>nezávazné nabídkové ceny</w:t>
      </w:r>
      <w:r w:rsidRPr="00C27145">
        <w:rPr>
          <w:rStyle w:val="Zdraznn"/>
          <w:sz w:val="16"/>
          <w:szCs w:val="16"/>
        </w:rPr>
        <w:t xml:space="preserve"> akceptuje prostý podpis Účastníka či osoby oprávněné zastupovat Účastníka.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B3AAF" w14:textId="77777777" w:rsidR="00334A87" w:rsidRDefault="00334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553F8C" w14:paraId="035F2857" w14:textId="77777777" w:rsidTr="00783104">
      <w:trPr>
        <w:trHeight w:val="624"/>
      </w:trPr>
      <w:tc>
        <w:tcPr>
          <w:tcW w:w="2268" w:type="dxa"/>
          <w:gridSpan w:val="3"/>
        </w:tcPr>
        <w:p w14:paraId="77F85BD1" w14:textId="77777777" w:rsidR="00553F8C" w:rsidRDefault="00553F8C" w:rsidP="00553F8C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7F59DA82" wp14:editId="3520BA2B">
                <wp:extent cx="1440000" cy="93600"/>
                <wp:effectExtent l="0" t="0" r="0" b="1905"/>
                <wp:docPr id="524790221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1669097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0DE759A3" w14:textId="77777777" w:rsidR="00553F8C" w:rsidRDefault="00553F8C" w:rsidP="00553F8C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</w:tcPr>
        <w:p w14:paraId="57659CC4" w14:textId="77777777" w:rsidR="00553F8C" w:rsidRPr="003B54DE" w:rsidRDefault="00553F8C" w:rsidP="00553F8C">
          <w:pPr>
            <w:pStyle w:val="Header2"/>
          </w:pPr>
          <w:r w:rsidRPr="003B54DE">
            <w:t>ARCHITEKTI  PROSTORU</w:t>
          </w:r>
        </w:p>
        <w:p w14:paraId="1C55AF97" w14:textId="703BFA52" w:rsidR="00553F8C" w:rsidRPr="00AD3F56" w:rsidRDefault="00553F8C" w:rsidP="00553F8C">
          <w:pPr>
            <w:pStyle w:val="Zhlav"/>
          </w:pPr>
          <w:hyperlink r:id="rId3" w:history="1">
            <w:r w:rsidRPr="003B54DE">
              <w:rPr>
                <w:rStyle w:val="Hypertextovodkaz"/>
                <w:color w:val="auto"/>
                <w:u w:val="none"/>
              </w:rPr>
              <w:t>projekty@pestujprostor.cz</w:t>
            </w:r>
          </w:hyperlink>
        </w:p>
      </w:tc>
      <w:tc>
        <w:tcPr>
          <w:tcW w:w="4122" w:type="dxa"/>
        </w:tcPr>
        <w:p w14:paraId="1D46FA9C" w14:textId="77777777" w:rsidR="00553F8C" w:rsidRPr="00AD3F56" w:rsidRDefault="00553F8C" w:rsidP="00553F8C">
          <w:pPr>
            <w:pStyle w:val="Header2"/>
          </w:pPr>
          <w:r>
            <w:t>Marek Sivák, MArch</w:t>
          </w:r>
        </w:p>
        <w:p w14:paraId="4B6CD0AF" w14:textId="47090624" w:rsidR="00553F8C" w:rsidRPr="00AD3F56" w:rsidRDefault="00553F8C" w:rsidP="00553F8C">
          <w:pPr>
            <w:pStyle w:val="Zhlav"/>
          </w:pPr>
          <w:r>
            <w:t>Ing. Karla Kupilíková</w:t>
          </w:r>
        </w:p>
      </w:tc>
      <w:tc>
        <w:tcPr>
          <w:tcW w:w="981" w:type="dxa"/>
        </w:tcPr>
        <w:p w14:paraId="288EA510" w14:textId="229EA768" w:rsidR="00553F8C" w:rsidRPr="003113DB" w:rsidRDefault="00553F8C" w:rsidP="00553F8C">
          <w:pPr>
            <w:pStyle w:val="Zhlav"/>
            <w:tabs>
              <w:tab w:val="clear" w:pos="4536"/>
              <w:tab w:val="clear" w:pos="9072"/>
            </w:tabs>
            <w:jc w:val="right"/>
            <w:rPr>
              <w:rStyle w:val="slostrnky"/>
            </w:rPr>
          </w:pPr>
          <w:r w:rsidRPr="003113DB">
            <w:rPr>
              <w:rStyle w:val="slostrnky"/>
            </w:rPr>
            <w:fldChar w:fldCharType="begin"/>
          </w:r>
          <w:r w:rsidRPr="003113DB">
            <w:rPr>
              <w:rStyle w:val="slostrnky"/>
            </w:rPr>
            <w:instrText>PAGE   \* MERGEFORMAT</w:instrText>
          </w:r>
          <w:r w:rsidRPr="003113DB">
            <w:rPr>
              <w:rStyle w:val="slostrnky"/>
            </w:rPr>
            <w:fldChar w:fldCharType="separate"/>
          </w:r>
          <w:r w:rsidR="00280798">
            <w:rPr>
              <w:rStyle w:val="slostrnky"/>
              <w:noProof/>
            </w:rPr>
            <w:t>2</w:t>
          </w:r>
          <w:r w:rsidRPr="003113DB">
            <w:rPr>
              <w:rStyle w:val="slostrnky"/>
            </w:rPr>
            <w:fldChar w:fldCharType="end"/>
          </w:r>
        </w:p>
      </w:tc>
    </w:tr>
    <w:tr w:rsidR="00D842BD" w14:paraId="7A2516BA" w14:textId="77777777" w:rsidTr="00783104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749B36B1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018E2123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4499E081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5E4695D2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54EE803D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5CBA9407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CCDB1A6" w14:textId="77777777" w:rsidR="00D842BD" w:rsidRDefault="00D842BD" w:rsidP="00D842BD">
          <w:pPr>
            <w:pStyle w:val="Zhlav"/>
            <w:tabs>
              <w:tab w:val="clear" w:pos="4536"/>
              <w:tab w:val="clear" w:pos="9072"/>
            </w:tabs>
          </w:pPr>
        </w:p>
      </w:tc>
    </w:tr>
  </w:tbl>
  <w:p w14:paraId="7BE5CD49" w14:textId="77777777" w:rsidR="0008525C" w:rsidRPr="00D842BD" w:rsidRDefault="0008525C" w:rsidP="00D842BD">
    <w:pPr>
      <w:pStyle w:val="Zhlav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773" w:type="dxa"/>
      <w:tblInd w:w="-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1"/>
      <w:gridCol w:w="306"/>
      <w:gridCol w:w="981"/>
      <w:gridCol w:w="567"/>
      <w:gridCol w:w="2835"/>
      <w:gridCol w:w="4122"/>
      <w:gridCol w:w="981"/>
    </w:tblGrid>
    <w:tr w:rsidR="000557FF" w14:paraId="004492CD" w14:textId="77777777" w:rsidTr="00AD3F56">
      <w:trPr>
        <w:trHeight w:val="624"/>
      </w:trPr>
      <w:tc>
        <w:tcPr>
          <w:tcW w:w="2268" w:type="dxa"/>
          <w:gridSpan w:val="3"/>
        </w:tcPr>
        <w:p w14:paraId="2E52AC43" w14:textId="77777777" w:rsidR="000557FF" w:rsidRDefault="000557FF" w:rsidP="000557FF">
          <w:pPr>
            <w:pStyle w:val="Zhlav"/>
            <w:tabs>
              <w:tab w:val="clear" w:pos="4536"/>
              <w:tab w:val="clear" w:pos="9072"/>
            </w:tabs>
          </w:pPr>
          <w:r>
            <w:rPr>
              <w:noProof/>
              <w:lang w:eastAsia="cs-CZ"/>
            </w:rPr>
            <w:drawing>
              <wp:inline distT="0" distB="0" distL="0" distR="0" wp14:anchorId="4392D0B9" wp14:editId="725E1F86">
                <wp:extent cx="1440000" cy="93600"/>
                <wp:effectExtent l="0" t="0" r="0" b="1905"/>
                <wp:docPr id="878378059" name="Logo ARCHITEKTI PROSTORU 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96982941" name="Logo ARCHITEKTI PROSTORU 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743" r="1732"/>
                        <a:stretch/>
                      </pic:blipFill>
                      <pic:spPr bwMode="auto">
                        <a:xfrm>
                          <a:off x="0" y="0"/>
                          <a:ext cx="1440000" cy="936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</w:tcPr>
        <w:p w14:paraId="34A75578" w14:textId="77777777" w:rsidR="000557FF" w:rsidRPr="003B54DE" w:rsidRDefault="000557FF" w:rsidP="000557FF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</w:tcPr>
        <w:p w14:paraId="3FF39B6F" w14:textId="77777777" w:rsidR="000557FF" w:rsidRPr="003B54DE" w:rsidRDefault="000557FF" w:rsidP="003B54DE">
          <w:pPr>
            <w:pStyle w:val="Header2"/>
          </w:pPr>
          <w:r w:rsidRPr="003B54DE">
            <w:t>ARCHITEKTI  PROSTORU</w:t>
          </w:r>
        </w:p>
        <w:p w14:paraId="51B058EC" w14:textId="43341206" w:rsidR="000557FF" w:rsidRPr="003B54DE" w:rsidRDefault="00334A87" w:rsidP="003B54DE">
          <w:pPr>
            <w:pStyle w:val="Header2"/>
          </w:pPr>
          <w:r w:rsidRPr="00334A87">
            <w:t>info@architektiprostoru.cz</w:t>
          </w:r>
        </w:p>
      </w:tc>
      <w:tc>
        <w:tcPr>
          <w:tcW w:w="4122" w:type="dxa"/>
        </w:tcPr>
        <w:p w14:paraId="3D3251A4" w14:textId="77777777" w:rsidR="000557FF" w:rsidRPr="00AD3F56" w:rsidRDefault="000557FF" w:rsidP="003B54DE">
          <w:pPr>
            <w:pStyle w:val="Header2"/>
          </w:pPr>
          <w:r>
            <w:t>Marek Sivák, MArch</w:t>
          </w:r>
        </w:p>
        <w:p w14:paraId="221836BD" w14:textId="4E72CAC2" w:rsidR="000557FF" w:rsidRPr="00AD3F56" w:rsidRDefault="000557FF" w:rsidP="003B54DE">
          <w:pPr>
            <w:pStyle w:val="Header2"/>
          </w:pPr>
          <w:r>
            <w:t>Ing. Karla Kupilíková</w:t>
          </w:r>
        </w:p>
      </w:tc>
      <w:tc>
        <w:tcPr>
          <w:tcW w:w="981" w:type="dxa"/>
        </w:tcPr>
        <w:p w14:paraId="15F8AE54" w14:textId="65431079" w:rsidR="000557FF" w:rsidRPr="003113DB" w:rsidRDefault="000557FF" w:rsidP="000557FF">
          <w:pPr>
            <w:pStyle w:val="Zhlav"/>
            <w:tabs>
              <w:tab w:val="clear" w:pos="4536"/>
              <w:tab w:val="clear" w:pos="9072"/>
            </w:tabs>
            <w:jc w:val="right"/>
            <w:rPr>
              <w:rStyle w:val="slostrnky"/>
            </w:rPr>
          </w:pPr>
          <w:r w:rsidRPr="003113DB">
            <w:rPr>
              <w:rStyle w:val="slostrnky"/>
            </w:rPr>
            <w:fldChar w:fldCharType="begin"/>
          </w:r>
          <w:r w:rsidRPr="003113DB">
            <w:rPr>
              <w:rStyle w:val="slostrnky"/>
            </w:rPr>
            <w:instrText>PAGE   \* MERGEFORMAT</w:instrText>
          </w:r>
          <w:r w:rsidRPr="003113DB">
            <w:rPr>
              <w:rStyle w:val="slostrnky"/>
            </w:rPr>
            <w:fldChar w:fldCharType="separate"/>
          </w:r>
          <w:r w:rsidR="00280798">
            <w:rPr>
              <w:rStyle w:val="slostrnky"/>
              <w:noProof/>
            </w:rPr>
            <w:t>1</w:t>
          </w:r>
          <w:r w:rsidRPr="003113DB">
            <w:rPr>
              <w:rStyle w:val="slostrnky"/>
            </w:rPr>
            <w:fldChar w:fldCharType="end"/>
          </w:r>
        </w:p>
      </w:tc>
    </w:tr>
    <w:tr w:rsidR="0034431A" w14:paraId="5CCBB0DD" w14:textId="77777777" w:rsidTr="00AD3F56">
      <w:trPr>
        <w:trHeight w:val="227"/>
      </w:trPr>
      <w:tc>
        <w:tcPr>
          <w:tcW w:w="981" w:type="dxa"/>
          <w:tcBorders>
            <w:bottom w:val="single" w:sz="4" w:space="0" w:color="auto"/>
          </w:tcBorders>
        </w:tcPr>
        <w:p w14:paraId="61C0847C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306" w:type="dxa"/>
        </w:tcPr>
        <w:p w14:paraId="31A763DD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7DAEDCD7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567" w:type="dxa"/>
        </w:tcPr>
        <w:p w14:paraId="385B0FDA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2835" w:type="dxa"/>
          <w:tcBorders>
            <w:bottom w:val="single" w:sz="4" w:space="0" w:color="auto"/>
          </w:tcBorders>
        </w:tcPr>
        <w:p w14:paraId="187BFFD4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4122" w:type="dxa"/>
          <w:tcBorders>
            <w:bottom w:val="single" w:sz="4" w:space="0" w:color="auto"/>
          </w:tcBorders>
        </w:tcPr>
        <w:p w14:paraId="6812357D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  <w:tc>
        <w:tcPr>
          <w:tcW w:w="981" w:type="dxa"/>
          <w:tcBorders>
            <w:bottom w:val="single" w:sz="4" w:space="0" w:color="auto"/>
          </w:tcBorders>
        </w:tcPr>
        <w:p w14:paraId="1D9AF592" w14:textId="77777777" w:rsidR="0034431A" w:rsidRDefault="0034431A" w:rsidP="00F029C9">
          <w:pPr>
            <w:pStyle w:val="Zhlav"/>
            <w:tabs>
              <w:tab w:val="clear" w:pos="4536"/>
              <w:tab w:val="clear" w:pos="9072"/>
            </w:tabs>
          </w:pPr>
        </w:p>
      </w:tc>
    </w:tr>
  </w:tbl>
  <w:p w14:paraId="0D4CEB6D" w14:textId="77777777" w:rsidR="00F029C9" w:rsidRDefault="00ED474A" w:rsidP="00F029C9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FEC3B1D" wp14:editId="742EFB15">
              <wp:simplePos x="0" y="0"/>
              <wp:positionH relativeFrom="page">
                <wp:posOffset>-66675</wp:posOffset>
              </wp:positionH>
              <wp:positionV relativeFrom="page">
                <wp:posOffset>-504825</wp:posOffset>
              </wp:positionV>
              <wp:extent cx="7560000" cy="10692000"/>
              <wp:effectExtent l="0" t="0" r="3175" b="0"/>
              <wp:wrapNone/>
              <wp:docPr id="452688494" name="Obdélník tyrkysový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0692000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8DCF93" id="Obdélník tyrkysový" o:spid="_x0000_s1026" style="position:absolute;margin-left:-5.25pt;margin-top:-39.75pt;width:595.3pt;height:84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" fillcolor="white [3215]" stroked="f" strokeweight="1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8288B"/>
    <w:multiLevelType w:val="multilevel"/>
    <w:tmpl w:val="642C4024"/>
    <w:lvl w:ilvl="0">
      <w:start w:val="1"/>
      <w:numFmt w:val="decimal"/>
      <w:pStyle w:val="lnek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lnek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lnek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pStyle w:val="lnek4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pStyle w:val="lnek5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1" w15:restartNumberingAfterBreak="0">
    <w:nsid w:val="184A09A7"/>
    <w:multiLevelType w:val="multilevel"/>
    <w:tmpl w:val="5BEAB380"/>
    <w:lvl w:ilvl="0">
      <w:start w:val="1"/>
      <w:numFmt w:val="decimal"/>
      <w:pStyle w:val="slovansezna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upperLetter"/>
      <w:pStyle w:val="slovanseznam2"/>
      <w:lvlText w:val="%2."/>
      <w:lvlJc w:val="left"/>
      <w:pPr>
        <w:ind w:left="360" w:hanging="360"/>
      </w:pPr>
      <w:rPr>
        <w:b/>
        <w:bCs/>
      </w:rPr>
    </w:lvl>
    <w:lvl w:ilvl="2">
      <w:start w:val="1"/>
      <w:numFmt w:val="decimal"/>
      <w:pStyle w:val="slovanseznam3"/>
      <w:lvlText w:val="%3."/>
      <w:lvlJc w:val="left"/>
      <w:pPr>
        <w:tabs>
          <w:tab w:val="num" w:pos="850"/>
        </w:tabs>
        <w:ind w:left="850" w:hanging="425"/>
      </w:pPr>
      <w:rPr>
        <w:rFonts w:hint="default"/>
        <w:b w:val="0"/>
        <w:bCs w:val="0"/>
      </w:rPr>
    </w:lvl>
    <w:lvl w:ilvl="3">
      <w:start w:val="1"/>
      <w:numFmt w:val="decimal"/>
      <w:pStyle w:val="slovanseznam4"/>
      <w:lvlText w:val="%4.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decimal"/>
      <w:pStyle w:val="slovanseznam5"/>
      <w:lvlText w:val="%5.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2" w15:restartNumberingAfterBreak="0">
    <w:nsid w:val="27F06E2F"/>
    <w:multiLevelType w:val="multilevel"/>
    <w:tmpl w:val="79B6D56A"/>
    <w:lvl w:ilvl="0">
      <w:start w:val="1"/>
      <w:numFmt w:val="lowerLetter"/>
      <w:pStyle w:val="Seznam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lowerLetter"/>
      <w:pStyle w:val="Seznam2"/>
      <w:lvlText w:val="%2)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2">
      <w:start w:val="1"/>
      <w:numFmt w:val="lowerLetter"/>
      <w:pStyle w:val="Seznam3"/>
      <w:lvlText w:val="%3)"/>
      <w:lvlJc w:val="left"/>
      <w:pPr>
        <w:tabs>
          <w:tab w:val="num" w:pos="1275"/>
        </w:tabs>
        <w:ind w:left="1275" w:hanging="425"/>
      </w:pPr>
      <w:rPr>
        <w:rFonts w:hint="default"/>
      </w:rPr>
    </w:lvl>
    <w:lvl w:ilvl="3">
      <w:start w:val="1"/>
      <w:numFmt w:val="lowerLetter"/>
      <w:pStyle w:val="Seznam4"/>
      <w:lvlText w:val="%4)"/>
      <w:lvlJc w:val="left"/>
      <w:pPr>
        <w:tabs>
          <w:tab w:val="num" w:pos="1700"/>
        </w:tabs>
        <w:ind w:left="1700" w:hanging="425"/>
      </w:pPr>
      <w:rPr>
        <w:rFonts w:hint="default"/>
      </w:rPr>
    </w:lvl>
    <w:lvl w:ilvl="4">
      <w:start w:val="1"/>
      <w:numFmt w:val="lowerLetter"/>
      <w:pStyle w:val="Seznam5"/>
      <w:lvlText w:val="%5)"/>
      <w:lvlJc w:val="left"/>
      <w:pPr>
        <w:tabs>
          <w:tab w:val="num" w:pos="2125"/>
        </w:tabs>
        <w:ind w:left="2125" w:hanging="425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50"/>
        </w:tabs>
        <w:ind w:left="2550" w:hanging="425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975"/>
        </w:tabs>
        <w:ind w:left="2975" w:hanging="425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400"/>
        </w:tabs>
        <w:ind w:left="3400" w:hanging="425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825"/>
        </w:tabs>
        <w:ind w:left="3825" w:hanging="425"/>
      </w:pPr>
      <w:rPr>
        <w:rFonts w:hint="default"/>
      </w:rPr>
    </w:lvl>
  </w:abstractNum>
  <w:abstractNum w:abstractNumId="3" w15:restartNumberingAfterBreak="0">
    <w:nsid w:val="32AA66B3"/>
    <w:multiLevelType w:val="multilevel"/>
    <w:tmpl w:val="7228E214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62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4" w15:restartNumberingAfterBreak="0">
    <w:nsid w:val="46376F03"/>
    <w:multiLevelType w:val="multilevel"/>
    <w:tmpl w:val="1554AFD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211" w:hanging="360"/>
      </w:p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5" w15:restartNumberingAfterBreak="0">
    <w:nsid w:val="4D6B3533"/>
    <w:multiLevelType w:val="multilevel"/>
    <w:tmpl w:val="57828E42"/>
    <w:lvl w:ilvl="0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44044"/>
    <w:multiLevelType w:val="hybridMultilevel"/>
    <w:tmpl w:val="8876969E"/>
    <w:lvl w:ilvl="0" w:tplc="48C4010C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2164B2"/>
    <w:multiLevelType w:val="multilevel"/>
    <w:tmpl w:val="1554AFD4"/>
    <w:lvl w:ilvl="0">
      <w:start w:val="1"/>
      <w:numFmt w:val="decimal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211" w:hanging="360"/>
      </w:pPr>
    </w:lvl>
    <w:lvl w:ilvl="6">
      <w:start w:val="1"/>
      <w:numFmt w:val="lowerLetter"/>
      <w:lvlText w:val="%7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426"/>
      </w:pPr>
      <w:rPr>
        <w:rFonts w:hint="default"/>
      </w:rPr>
    </w:lvl>
  </w:abstractNum>
  <w:abstractNum w:abstractNumId="8" w15:restartNumberingAfterBreak="0">
    <w:nsid w:val="5B435329"/>
    <w:multiLevelType w:val="hybridMultilevel"/>
    <w:tmpl w:val="A4280128"/>
    <w:lvl w:ilvl="0" w:tplc="A0AA1E1E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DE37C2"/>
    <w:multiLevelType w:val="multilevel"/>
    <w:tmpl w:val="D4D81628"/>
    <w:lvl w:ilvl="0">
      <w:start w:val="1"/>
      <w:numFmt w:val="bullet"/>
      <w:pStyle w:val="Seznamsodrkami"/>
      <w:lvlText w:val="–"/>
      <w:lvlJc w:val="left"/>
      <w:pPr>
        <w:tabs>
          <w:tab w:val="num" w:pos="425"/>
        </w:tabs>
        <w:ind w:left="425" w:hanging="425"/>
      </w:pPr>
      <w:rPr>
        <w:rFonts w:ascii="Pepi Regular" w:hAnsi="Pepi Regular" w:hint="default"/>
      </w:rPr>
    </w:lvl>
    <w:lvl w:ilvl="1">
      <w:start w:val="1"/>
      <w:numFmt w:val="bullet"/>
      <w:pStyle w:val="Seznamsodrkami2"/>
      <w:lvlText w:val="–"/>
      <w:lvlJc w:val="left"/>
      <w:pPr>
        <w:tabs>
          <w:tab w:val="num" w:pos="850"/>
        </w:tabs>
        <w:ind w:left="850" w:hanging="425"/>
      </w:pPr>
      <w:rPr>
        <w:rFonts w:ascii="Pepi Regular" w:hAnsi="Pepi Regular" w:hint="default"/>
      </w:rPr>
    </w:lvl>
    <w:lvl w:ilvl="2">
      <w:start w:val="1"/>
      <w:numFmt w:val="bullet"/>
      <w:pStyle w:val="Seznamsodrkami3"/>
      <w:lvlText w:val="–"/>
      <w:lvlJc w:val="left"/>
      <w:pPr>
        <w:tabs>
          <w:tab w:val="num" w:pos="1275"/>
        </w:tabs>
        <w:ind w:left="1275" w:hanging="425"/>
      </w:pPr>
      <w:rPr>
        <w:rFonts w:ascii="Pepi Regular" w:hAnsi="Pepi Regular" w:hint="default"/>
      </w:rPr>
    </w:lvl>
    <w:lvl w:ilvl="3">
      <w:start w:val="1"/>
      <w:numFmt w:val="bullet"/>
      <w:pStyle w:val="Seznamsodrkami4"/>
      <w:lvlText w:val="–"/>
      <w:lvlJc w:val="left"/>
      <w:pPr>
        <w:tabs>
          <w:tab w:val="num" w:pos="1700"/>
        </w:tabs>
        <w:ind w:left="1700" w:hanging="425"/>
      </w:pPr>
      <w:rPr>
        <w:rFonts w:ascii="Pepi Regular" w:hAnsi="Pepi Regular" w:hint="default"/>
      </w:rPr>
    </w:lvl>
    <w:lvl w:ilvl="4">
      <w:start w:val="1"/>
      <w:numFmt w:val="bullet"/>
      <w:pStyle w:val="Seznamsodrkami5"/>
      <w:lvlText w:val="–"/>
      <w:lvlJc w:val="left"/>
      <w:pPr>
        <w:tabs>
          <w:tab w:val="num" w:pos="2125"/>
        </w:tabs>
        <w:ind w:left="2125" w:hanging="425"/>
      </w:pPr>
      <w:rPr>
        <w:rFonts w:ascii="Pepi Regular" w:hAnsi="Pepi Regular" w:hint="default"/>
      </w:rPr>
    </w:lvl>
    <w:lvl w:ilvl="5">
      <w:start w:val="1"/>
      <w:numFmt w:val="bullet"/>
      <w:lvlText w:val="–"/>
      <w:lvlJc w:val="left"/>
      <w:pPr>
        <w:tabs>
          <w:tab w:val="num" w:pos="2550"/>
        </w:tabs>
        <w:ind w:left="2550" w:hanging="425"/>
      </w:pPr>
      <w:rPr>
        <w:rFonts w:ascii="Pepi Regular" w:hAnsi="Pepi Regular" w:hint="default"/>
      </w:rPr>
    </w:lvl>
    <w:lvl w:ilvl="6">
      <w:start w:val="1"/>
      <w:numFmt w:val="bullet"/>
      <w:lvlText w:val="–"/>
      <w:lvlJc w:val="left"/>
      <w:pPr>
        <w:tabs>
          <w:tab w:val="num" w:pos="2975"/>
        </w:tabs>
        <w:ind w:left="2975" w:hanging="425"/>
      </w:pPr>
      <w:rPr>
        <w:rFonts w:ascii="Pepi Regular" w:hAnsi="Pepi Regular" w:hint="default"/>
      </w:rPr>
    </w:lvl>
    <w:lvl w:ilvl="7">
      <w:start w:val="1"/>
      <w:numFmt w:val="bullet"/>
      <w:lvlText w:val="–"/>
      <w:lvlJc w:val="left"/>
      <w:pPr>
        <w:tabs>
          <w:tab w:val="num" w:pos="3400"/>
        </w:tabs>
        <w:ind w:left="3400" w:hanging="425"/>
      </w:pPr>
      <w:rPr>
        <w:rFonts w:ascii="Pepi Regular" w:hAnsi="Pepi Regular" w:hint="default"/>
      </w:rPr>
    </w:lvl>
    <w:lvl w:ilvl="8">
      <w:start w:val="1"/>
      <w:numFmt w:val="bullet"/>
      <w:lvlText w:val="–"/>
      <w:lvlJc w:val="left"/>
      <w:pPr>
        <w:tabs>
          <w:tab w:val="num" w:pos="3825"/>
        </w:tabs>
        <w:ind w:left="3825" w:hanging="425"/>
      </w:pPr>
      <w:rPr>
        <w:rFonts w:ascii="Pepi Regular" w:hAnsi="Pepi Regular" w:hint="default"/>
      </w:rPr>
    </w:lvl>
  </w:abstractNum>
  <w:abstractNum w:abstractNumId="10" w15:restartNumberingAfterBreak="0">
    <w:nsid w:val="757C72B4"/>
    <w:multiLevelType w:val="multilevel"/>
    <w:tmpl w:val="FA72B052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0" w:hanging="2835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0" w:hanging="2835"/>
      </w:pPr>
      <w:rPr>
        <w:rFonts w:hint="default"/>
      </w:rPr>
    </w:lvl>
  </w:abstractNum>
  <w:num w:numId="1" w16cid:durableId="1152912928">
    <w:abstractNumId w:val="1"/>
  </w:num>
  <w:num w:numId="2" w16cid:durableId="656301121">
    <w:abstractNumId w:val="10"/>
  </w:num>
  <w:num w:numId="3" w16cid:durableId="1706296842">
    <w:abstractNumId w:val="9"/>
  </w:num>
  <w:num w:numId="4" w16cid:durableId="1286888773">
    <w:abstractNumId w:val="2"/>
  </w:num>
  <w:num w:numId="5" w16cid:durableId="677658570">
    <w:abstractNumId w:val="0"/>
  </w:num>
  <w:num w:numId="6" w16cid:durableId="1642224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65654289">
    <w:abstractNumId w:val="8"/>
  </w:num>
  <w:num w:numId="8" w16cid:durableId="612908114">
    <w:abstractNumId w:val="6"/>
  </w:num>
  <w:num w:numId="9" w16cid:durableId="1807119355">
    <w:abstractNumId w:val="3"/>
  </w:num>
  <w:num w:numId="10" w16cid:durableId="1200244841">
    <w:abstractNumId w:val="5"/>
  </w:num>
  <w:num w:numId="11" w16cid:durableId="1520854132">
    <w:abstractNumId w:val="7"/>
  </w:num>
  <w:num w:numId="12" w16cid:durableId="1037391938">
    <w:abstractNumId w:val="0"/>
  </w:num>
  <w:num w:numId="13" w16cid:durableId="1206454934">
    <w:abstractNumId w:val="0"/>
  </w:num>
  <w:num w:numId="14" w16cid:durableId="831796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933852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3C"/>
    <w:rsid w:val="00002776"/>
    <w:rsid w:val="00002BB5"/>
    <w:rsid w:val="000121D0"/>
    <w:rsid w:val="0002173B"/>
    <w:rsid w:val="000225CE"/>
    <w:rsid w:val="00031074"/>
    <w:rsid w:val="00031CE6"/>
    <w:rsid w:val="000542AE"/>
    <w:rsid w:val="000557FF"/>
    <w:rsid w:val="00060A0B"/>
    <w:rsid w:val="00070059"/>
    <w:rsid w:val="00074484"/>
    <w:rsid w:val="00076136"/>
    <w:rsid w:val="000809E0"/>
    <w:rsid w:val="0008427E"/>
    <w:rsid w:val="0008525C"/>
    <w:rsid w:val="0008574E"/>
    <w:rsid w:val="00094454"/>
    <w:rsid w:val="00095997"/>
    <w:rsid w:val="000A645F"/>
    <w:rsid w:val="000B0222"/>
    <w:rsid w:val="000B6C64"/>
    <w:rsid w:val="000C33E0"/>
    <w:rsid w:val="000D0FBA"/>
    <w:rsid w:val="000D679D"/>
    <w:rsid w:val="000E7C37"/>
    <w:rsid w:val="000F2D1A"/>
    <w:rsid w:val="0010603D"/>
    <w:rsid w:val="001061EC"/>
    <w:rsid w:val="00107D98"/>
    <w:rsid w:val="001216F9"/>
    <w:rsid w:val="001325F9"/>
    <w:rsid w:val="00133A08"/>
    <w:rsid w:val="0014176A"/>
    <w:rsid w:val="001515B7"/>
    <w:rsid w:val="001525A4"/>
    <w:rsid w:val="00161641"/>
    <w:rsid w:val="00164166"/>
    <w:rsid w:val="00175F01"/>
    <w:rsid w:val="00176BE5"/>
    <w:rsid w:val="00181C73"/>
    <w:rsid w:val="00186CFC"/>
    <w:rsid w:val="00191C87"/>
    <w:rsid w:val="0019382E"/>
    <w:rsid w:val="00195ACD"/>
    <w:rsid w:val="00197A11"/>
    <w:rsid w:val="001C3FC8"/>
    <w:rsid w:val="001D2CFA"/>
    <w:rsid w:val="001E2AFB"/>
    <w:rsid w:val="001E3070"/>
    <w:rsid w:val="001E39FD"/>
    <w:rsid w:val="001E50A8"/>
    <w:rsid w:val="001E7E76"/>
    <w:rsid w:val="001F55C1"/>
    <w:rsid w:val="001F6F0D"/>
    <w:rsid w:val="002046F1"/>
    <w:rsid w:val="00225319"/>
    <w:rsid w:val="002352B6"/>
    <w:rsid w:val="00235513"/>
    <w:rsid w:val="002368EE"/>
    <w:rsid w:val="00242733"/>
    <w:rsid w:val="00244736"/>
    <w:rsid w:val="00253D83"/>
    <w:rsid w:val="00266C84"/>
    <w:rsid w:val="00280798"/>
    <w:rsid w:val="0028369F"/>
    <w:rsid w:val="002849BD"/>
    <w:rsid w:val="002A7FDC"/>
    <w:rsid w:val="002B6975"/>
    <w:rsid w:val="002B6D78"/>
    <w:rsid w:val="002B7217"/>
    <w:rsid w:val="002C09A0"/>
    <w:rsid w:val="002C2DA5"/>
    <w:rsid w:val="002C3E87"/>
    <w:rsid w:val="002C5F26"/>
    <w:rsid w:val="002F5D45"/>
    <w:rsid w:val="00300F4E"/>
    <w:rsid w:val="003113DB"/>
    <w:rsid w:val="00312680"/>
    <w:rsid w:val="00324B92"/>
    <w:rsid w:val="0032597B"/>
    <w:rsid w:val="003346F1"/>
    <w:rsid w:val="00334A87"/>
    <w:rsid w:val="0034431A"/>
    <w:rsid w:val="00350DC3"/>
    <w:rsid w:val="00356CCB"/>
    <w:rsid w:val="003627F5"/>
    <w:rsid w:val="0038075D"/>
    <w:rsid w:val="003866D1"/>
    <w:rsid w:val="00393C15"/>
    <w:rsid w:val="003A59DA"/>
    <w:rsid w:val="003A620B"/>
    <w:rsid w:val="003B54DE"/>
    <w:rsid w:val="003C664D"/>
    <w:rsid w:val="0040273B"/>
    <w:rsid w:val="004047F4"/>
    <w:rsid w:val="00412B13"/>
    <w:rsid w:val="00414FEF"/>
    <w:rsid w:val="00416153"/>
    <w:rsid w:val="00416B3B"/>
    <w:rsid w:val="00421D27"/>
    <w:rsid w:val="00426740"/>
    <w:rsid w:val="00434B92"/>
    <w:rsid w:val="004543A9"/>
    <w:rsid w:val="004577AB"/>
    <w:rsid w:val="00467DC5"/>
    <w:rsid w:val="004801D5"/>
    <w:rsid w:val="00481C80"/>
    <w:rsid w:val="0048453B"/>
    <w:rsid w:val="0049247C"/>
    <w:rsid w:val="00494CF2"/>
    <w:rsid w:val="004959DF"/>
    <w:rsid w:val="00495E9A"/>
    <w:rsid w:val="004B09FF"/>
    <w:rsid w:val="004C1711"/>
    <w:rsid w:val="004C4F11"/>
    <w:rsid w:val="004C72BD"/>
    <w:rsid w:val="004C7FF1"/>
    <w:rsid w:val="004F1E12"/>
    <w:rsid w:val="0050084A"/>
    <w:rsid w:val="00505C48"/>
    <w:rsid w:val="00521BE1"/>
    <w:rsid w:val="00527967"/>
    <w:rsid w:val="00532187"/>
    <w:rsid w:val="00534D25"/>
    <w:rsid w:val="00553F8C"/>
    <w:rsid w:val="00561CB5"/>
    <w:rsid w:val="00561D4F"/>
    <w:rsid w:val="00564836"/>
    <w:rsid w:val="00587511"/>
    <w:rsid w:val="00593EBC"/>
    <w:rsid w:val="00596E0E"/>
    <w:rsid w:val="005A3639"/>
    <w:rsid w:val="005A49D2"/>
    <w:rsid w:val="005B2788"/>
    <w:rsid w:val="005B4D2E"/>
    <w:rsid w:val="005B50D3"/>
    <w:rsid w:val="005C3370"/>
    <w:rsid w:val="005C38DD"/>
    <w:rsid w:val="005D0200"/>
    <w:rsid w:val="005D02C1"/>
    <w:rsid w:val="005D276F"/>
    <w:rsid w:val="005E29CC"/>
    <w:rsid w:val="005E6A17"/>
    <w:rsid w:val="005E6FD7"/>
    <w:rsid w:val="005E7FAC"/>
    <w:rsid w:val="005F722E"/>
    <w:rsid w:val="00602028"/>
    <w:rsid w:val="00602D14"/>
    <w:rsid w:val="00606BC0"/>
    <w:rsid w:val="006149F1"/>
    <w:rsid w:val="00620D3F"/>
    <w:rsid w:val="00632CE4"/>
    <w:rsid w:val="0063478F"/>
    <w:rsid w:val="006517EA"/>
    <w:rsid w:val="00662175"/>
    <w:rsid w:val="0066273C"/>
    <w:rsid w:val="006654F4"/>
    <w:rsid w:val="00666131"/>
    <w:rsid w:val="00666B28"/>
    <w:rsid w:val="00674328"/>
    <w:rsid w:val="006B03E5"/>
    <w:rsid w:val="006B477E"/>
    <w:rsid w:val="006B6B9B"/>
    <w:rsid w:val="006B77B8"/>
    <w:rsid w:val="006C0805"/>
    <w:rsid w:val="006E734B"/>
    <w:rsid w:val="006F3791"/>
    <w:rsid w:val="006F45D2"/>
    <w:rsid w:val="00713153"/>
    <w:rsid w:val="007212D9"/>
    <w:rsid w:val="00733B5B"/>
    <w:rsid w:val="00735EE7"/>
    <w:rsid w:val="00743FDC"/>
    <w:rsid w:val="00745813"/>
    <w:rsid w:val="00750460"/>
    <w:rsid w:val="00752DBF"/>
    <w:rsid w:val="00760E91"/>
    <w:rsid w:val="007741FC"/>
    <w:rsid w:val="00781AA1"/>
    <w:rsid w:val="0079468F"/>
    <w:rsid w:val="007A08D8"/>
    <w:rsid w:val="007A1EDE"/>
    <w:rsid w:val="007C022F"/>
    <w:rsid w:val="007C1609"/>
    <w:rsid w:val="007C4A9C"/>
    <w:rsid w:val="007C5275"/>
    <w:rsid w:val="007C6512"/>
    <w:rsid w:val="007C71CF"/>
    <w:rsid w:val="007D2395"/>
    <w:rsid w:val="007D4502"/>
    <w:rsid w:val="007E06FB"/>
    <w:rsid w:val="00801024"/>
    <w:rsid w:val="00803370"/>
    <w:rsid w:val="008066D9"/>
    <w:rsid w:val="0082452F"/>
    <w:rsid w:val="00836DA2"/>
    <w:rsid w:val="00843E56"/>
    <w:rsid w:val="00853011"/>
    <w:rsid w:val="00853FCA"/>
    <w:rsid w:val="00854BFA"/>
    <w:rsid w:val="0088134F"/>
    <w:rsid w:val="00883BF1"/>
    <w:rsid w:val="0089049E"/>
    <w:rsid w:val="00893512"/>
    <w:rsid w:val="008A0692"/>
    <w:rsid w:val="008B6FAC"/>
    <w:rsid w:val="008D5D36"/>
    <w:rsid w:val="008D7DDC"/>
    <w:rsid w:val="008F0E4E"/>
    <w:rsid w:val="008F497D"/>
    <w:rsid w:val="00901313"/>
    <w:rsid w:val="009061FF"/>
    <w:rsid w:val="00913CEA"/>
    <w:rsid w:val="0091772B"/>
    <w:rsid w:val="00935627"/>
    <w:rsid w:val="00941DAC"/>
    <w:rsid w:val="009440D2"/>
    <w:rsid w:val="00946023"/>
    <w:rsid w:val="00947EDF"/>
    <w:rsid w:val="009506BF"/>
    <w:rsid w:val="00962D62"/>
    <w:rsid w:val="00971462"/>
    <w:rsid w:val="0097605C"/>
    <w:rsid w:val="009A5362"/>
    <w:rsid w:val="009A5621"/>
    <w:rsid w:val="009D6996"/>
    <w:rsid w:val="009E552E"/>
    <w:rsid w:val="009F441A"/>
    <w:rsid w:val="009F7972"/>
    <w:rsid w:val="00A15F14"/>
    <w:rsid w:val="00A24417"/>
    <w:rsid w:val="00A36A5C"/>
    <w:rsid w:val="00A44540"/>
    <w:rsid w:val="00A765DC"/>
    <w:rsid w:val="00AA3E77"/>
    <w:rsid w:val="00AB0D96"/>
    <w:rsid w:val="00AB4A5B"/>
    <w:rsid w:val="00AC4910"/>
    <w:rsid w:val="00AD08A4"/>
    <w:rsid w:val="00AD3F56"/>
    <w:rsid w:val="00AD5E4A"/>
    <w:rsid w:val="00AE08E1"/>
    <w:rsid w:val="00AF0FE2"/>
    <w:rsid w:val="00AF402A"/>
    <w:rsid w:val="00AF4763"/>
    <w:rsid w:val="00B013B0"/>
    <w:rsid w:val="00B12AF2"/>
    <w:rsid w:val="00B12CDE"/>
    <w:rsid w:val="00B16F50"/>
    <w:rsid w:val="00B230D8"/>
    <w:rsid w:val="00B27452"/>
    <w:rsid w:val="00B32026"/>
    <w:rsid w:val="00B43D02"/>
    <w:rsid w:val="00B523CA"/>
    <w:rsid w:val="00B54EA9"/>
    <w:rsid w:val="00B66F7B"/>
    <w:rsid w:val="00B7448E"/>
    <w:rsid w:val="00B76721"/>
    <w:rsid w:val="00B77C60"/>
    <w:rsid w:val="00B971A9"/>
    <w:rsid w:val="00BA05D8"/>
    <w:rsid w:val="00BA1E27"/>
    <w:rsid w:val="00BC060E"/>
    <w:rsid w:val="00BC2B13"/>
    <w:rsid w:val="00BC3FC2"/>
    <w:rsid w:val="00BC6EA8"/>
    <w:rsid w:val="00BE09BB"/>
    <w:rsid w:val="00BF07B1"/>
    <w:rsid w:val="00C0436A"/>
    <w:rsid w:val="00C06185"/>
    <w:rsid w:val="00C07814"/>
    <w:rsid w:val="00C2432F"/>
    <w:rsid w:val="00C251E4"/>
    <w:rsid w:val="00C30410"/>
    <w:rsid w:val="00C327A3"/>
    <w:rsid w:val="00C343B7"/>
    <w:rsid w:val="00C36785"/>
    <w:rsid w:val="00C4741C"/>
    <w:rsid w:val="00C70138"/>
    <w:rsid w:val="00C7499C"/>
    <w:rsid w:val="00C76019"/>
    <w:rsid w:val="00C96B29"/>
    <w:rsid w:val="00CA4E04"/>
    <w:rsid w:val="00CA5364"/>
    <w:rsid w:val="00CA5BE7"/>
    <w:rsid w:val="00CB18A4"/>
    <w:rsid w:val="00CB26F8"/>
    <w:rsid w:val="00CB69B4"/>
    <w:rsid w:val="00CD4F0A"/>
    <w:rsid w:val="00CD51E9"/>
    <w:rsid w:val="00CE15E4"/>
    <w:rsid w:val="00CE1E95"/>
    <w:rsid w:val="00CE3C57"/>
    <w:rsid w:val="00CE6C76"/>
    <w:rsid w:val="00CF0723"/>
    <w:rsid w:val="00CF377F"/>
    <w:rsid w:val="00D05185"/>
    <w:rsid w:val="00D112DC"/>
    <w:rsid w:val="00D203D6"/>
    <w:rsid w:val="00D24F8F"/>
    <w:rsid w:val="00D34C9C"/>
    <w:rsid w:val="00D5583C"/>
    <w:rsid w:val="00D614A6"/>
    <w:rsid w:val="00D614B3"/>
    <w:rsid w:val="00D61960"/>
    <w:rsid w:val="00D624C9"/>
    <w:rsid w:val="00D63170"/>
    <w:rsid w:val="00D842BD"/>
    <w:rsid w:val="00D84F57"/>
    <w:rsid w:val="00DA4C18"/>
    <w:rsid w:val="00DA7854"/>
    <w:rsid w:val="00DB7848"/>
    <w:rsid w:val="00DC1D1B"/>
    <w:rsid w:val="00DD6D86"/>
    <w:rsid w:val="00DE0A3A"/>
    <w:rsid w:val="00DE0EB6"/>
    <w:rsid w:val="00DE3FA3"/>
    <w:rsid w:val="00DE471E"/>
    <w:rsid w:val="00DE575B"/>
    <w:rsid w:val="00DF35D3"/>
    <w:rsid w:val="00E10C82"/>
    <w:rsid w:val="00E26D37"/>
    <w:rsid w:val="00E351C5"/>
    <w:rsid w:val="00E402E4"/>
    <w:rsid w:val="00E4128E"/>
    <w:rsid w:val="00E60305"/>
    <w:rsid w:val="00E63D6C"/>
    <w:rsid w:val="00E66638"/>
    <w:rsid w:val="00E7026E"/>
    <w:rsid w:val="00E91DF9"/>
    <w:rsid w:val="00E962E5"/>
    <w:rsid w:val="00EB2C70"/>
    <w:rsid w:val="00EC3786"/>
    <w:rsid w:val="00ED474A"/>
    <w:rsid w:val="00ED79BE"/>
    <w:rsid w:val="00EE2D85"/>
    <w:rsid w:val="00EF6FB2"/>
    <w:rsid w:val="00F029C9"/>
    <w:rsid w:val="00F111E6"/>
    <w:rsid w:val="00F130ED"/>
    <w:rsid w:val="00F15AB7"/>
    <w:rsid w:val="00F179DE"/>
    <w:rsid w:val="00F3213C"/>
    <w:rsid w:val="00F32F49"/>
    <w:rsid w:val="00F37195"/>
    <w:rsid w:val="00F430D9"/>
    <w:rsid w:val="00F43CE2"/>
    <w:rsid w:val="00F4466F"/>
    <w:rsid w:val="00F45237"/>
    <w:rsid w:val="00F5024C"/>
    <w:rsid w:val="00F54E56"/>
    <w:rsid w:val="00F57E06"/>
    <w:rsid w:val="00F6689A"/>
    <w:rsid w:val="00F859AC"/>
    <w:rsid w:val="00F862CA"/>
    <w:rsid w:val="00F929B3"/>
    <w:rsid w:val="00F96D99"/>
    <w:rsid w:val="00FA0853"/>
    <w:rsid w:val="00FA2F13"/>
    <w:rsid w:val="00FA4D97"/>
    <w:rsid w:val="00FA5B81"/>
    <w:rsid w:val="00FB472F"/>
    <w:rsid w:val="00FD3DE9"/>
    <w:rsid w:val="00FD43A9"/>
    <w:rsid w:val="00FE39C4"/>
    <w:rsid w:val="00FE54FE"/>
    <w:rsid w:val="00FF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79F0C"/>
  <w15:chartTrackingRefBased/>
  <w15:docId w15:val="{AB79E106-F7C1-4A77-B690-B1360189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29" w:qFormat="1"/>
    <w:lsdException w:name="table of figures" w:semiHidden="1" w:unhideWhenUsed="1"/>
    <w:lsdException w:name="envelope address" w:uiPriority="38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16" w:qFormat="1"/>
    <w:lsdException w:name="List Bullet" w:uiPriority="10" w:qFormat="1"/>
    <w:lsdException w:name="List Number" w:uiPriority="12" w:qFormat="1"/>
    <w:lsdException w:name="List 2" w:uiPriority="17" w:qFormat="1"/>
    <w:lsdException w:name="List 3" w:uiPriority="17" w:qFormat="1"/>
    <w:lsdException w:name="List 4" w:uiPriority="17" w:qFormat="1"/>
    <w:lsdException w:name="List 5" w:uiPriority="17" w:qFormat="1"/>
    <w:lsdException w:name="List Bullet 2" w:uiPriority="11" w:qFormat="1"/>
    <w:lsdException w:name="List Bullet 3" w:uiPriority="11" w:qFormat="1"/>
    <w:lsdException w:name="List Bullet 4" w:uiPriority="11" w:qFormat="1"/>
    <w:lsdException w:name="List Bullet 5" w:uiPriority="11" w:qFormat="1"/>
    <w:lsdException w:name="List Number 2" w:uiPriority="13" w:qFormat="1"/>
    <w:lsdException w:name="List Number 3" w:uiPriority="13" w:qFormat="1"/>
    <w:lsdException w:name="List Number 4" w:uiPriority="13" w:qFormat="1"/>
    <w:lsdException w:name="List Number 5" w:uiPriority="13" w:qFormat="1"/>
    <w:lsdException w:name="Title" w:uiPriority="10" w:qFormat="1"/>
    <w:lsdException w:name="Closing" w:uiPriority="27"/>
    <w:lsdException w:name="Signature" w:uiPriority="28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uiPriority="14" w:qFormat="1"/>
    <w:lsdException w:name="List Continue 2" w:uiPriority="15" w:qFormat="1"/>
    <w:lsdException w:name="List Continue 3" w:uiPriority="15" w:qFormat="1"/>
    <w:lsdException w:name="List Continue 4" w:uiPriority="15" w:qFormat="1"/>
    <w:lsdException w:name="List Continue 5" w:uiPriority="15" w:qFormat="1"/>
    <w:lsdException w:name="Message Header" w:semiHidden="1" w:unhideWhenUsed="1"/>
    <w:lsdException w:name="Subtitle" w:uiPriority="11" w:qFormat="1"/>
    <w:lsdException w:name="Salutation" w:semiHidden="1" w:uiPriority="26" w:unhideWhenUsed="1"/>
    <w:lsdException w:name="Date" w:uiPriority="38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0" w:qFormat="1"/>
    <w:lsdException w:name="Emphasis" w:uiPriority="2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7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6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24C9"/>
    <w:pPr>
      <w:spacing w:after="120" w:line="280" w:lineRule="atLeast"/>
    </w:pPr>
    <w:rPr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24F8F"/>
    <w:pPr>
      <w:keepNext/>
      <w:keepLines/>
      <w:pageBreakBefore/>
      <w:numPr>
        <w:numId w:val="2"/>
      </w:numPr>
      <w:spacing w:after="360"/>
      <w:outlineLvl w:val="0"/>
    </w:pPr>
    <w:rPr>
      <w:rFonts w:asciiTheme="majorHAnsi" w:eastAsiaTheme="majorEastAsia" w:hAnsiTheme="majorHAnsi" w:cstheme="majorBidi"/>
      <w:b/>
      <w:sz w:val="4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D24F8F"/>
    <w:pPr>
      <w:keepNext/>
      <w:keepLines/>
      <w:numPr>
        <w:ilvl w:val="1"/>
        <w:numId w:val="2"/>
      </w:numPr>
      <w:spacing w:before="36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D24F8F"/>
    <w:pPr>
      <w:keepNext/>
      <w:keepLines/>
      <w:numPr>
        <w:ilvl w:val="2"/>
        <w:numId w:val="2"/>
      </w:numPr>
      <w:spacing w:before="36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750460"/>
    <w:pPr>
      <w:keepNext/>
      <w:keepLines/>
      <w:numPr>
        <w:ilvl w:val="3"/>
        <w:numId w:val="2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  <w:sz w:val="20"/>
    </w:rPr>
  </w:style>
  <w:style w:type="paragraph" w:styleId="Nadpis5">
    <w:name w:val="heading 5"/>
    <w:basedOn w:val="Normln"/>
    <w:next w:val="Normln"/>
    <w:link w:val="Nadpis5Char"/>
    <w:uiPriority w:val="4"/>
    <w:qFormat/>
    <w:rsid w:val="005B50D3"/>
    <w:pPr>
      <w:keepNext/>
      <w:keepLines/>
      <w:numPr>
        <w:ilvl w:val="4"/>
        <w:numId w:val="2"/>
      </w:numPr>
      <w:spacing w:before="2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4"/>
    <w:rsid w:val="005B50D3"/>
    <w:pPr>
      <w:keepNext/>
      <w:keepLines/>
      <w:numPr>
        <w:ilvl w:val="5"/>
        <w:numId w:val="2"/>
      </w:numPr>
      <w:spacing w:before="2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4"/>
    <w:rsid w:val="005B50D3"/>
    <w:pPr>
      <w:keepNext/>
      <w:keepLines/>
      <w:numPr>
        <w:ilvl w:val="6"/>
        <w:numId w:val="2"/>
      </w:numPr>
      <w:spacing w:before="240" w:after="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4"/>
    <w:rsid w:val="005B50D3"/>
    <w:pPr>
      <w:keepNext/>
      <w:keepLines/>
      <w:numPr>
        <w:ilvl w:val="7"/>
        <w:numId w:val="2"/>
      </w:numPr>
      <w:spacing w:before="240" w:after="0"/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Nadpis9">
    <w:name w:val="heading 9"/>
    <w:basedOn w:val="Normln"/>
    <w:next w:val="Normln"/>
    <w:link w:val="Nadpis9Char"/>
    <w:uiPriority w:val="4"/>
    <w:rsid w:val="005B50D3"/>
    <w:pPr>
      <w:keepNext/>
      <w:keepLines/>
      <w:numPr>
        <w:ilvl w:val="8"/>
        <w:numId w:val="2"/>
      </w:numPr>
      <w:spacing w:before="240" w:after="0"/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E2D85"/>
    <w:pPr>
      <w:spacing w:after="0" w:line="280" w:lineRule="atLeast"/>
    </w:pPr>
    <w:rPr>
      <w:sz w:val="18"/>
    </w:rPr>
  </w:style>
  <w:style w:type="character" w:customStyle="1" w:styleId="Nadpis1Char">
    <w:name w:val="Nadpis 1 Char"/>
    <w:basedOn w:val="Standardnpsmoodstavce"/>
    <w:link w:val="Nadpis1"/>
    <w:uiPriority w:val="9"/>
    <w:rsid w:val="00D24F8F"/>
    <w:rPr>
      <w:rFonts w:asciiTheme="majorHAnsi" w:eastAsiaTheme="majorEastAsia" w:hAnsiTheme="majorHAnsi" w:cstheme="majorBidi"/>
      <w:b/>
      <w:sz w:val="4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D24F8F"/>
    <w:rPr>
      <w:rFonts w:asciiTheme="majorHAnsi" w:eastAsiaTheme="majorEastAsia" w:hAnsiTheme="majorHAnsi" w:cstheme="majorBidi"/>
      <w:b/>
      <w:sz w:val="32"/>
      <w:szCs w:val="26"/>
    </w:rPr>
  </w:style>
  <w:style w:type="paragraph" w:styleId="Nzev">
    <w:name w:val="Title"/>
    <w:basedOn w:val="Normln"/>
    <w:next w:val="Normln"/>
    <w:link w:val="NzevChar"/>
    <w:uiPriority w:val="17"/>
    <w:qFormat/>
    <w:rsid w:val="00666131"/>
    <w:pPr>
      <w:spacing w:after="1680" w:line="240" w:lineRule="auto"/>
      <w:contextualSpacing/>
    </w:pPr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character" w:customStyle="1" w:styleId="NzevChar">
    <w:name w:val="Název Char"/>
    <w:basedOn w:val="Standardnpsmoodstavce"/>
    <w:link w:val="Nzev"/>
    <w:uiPriority w:val="17"/>
    <w:rsid w:val="00666131"/>
    <w:rPr>
      <w:rFonts w:ascii="Vegan Sans Premium SemiBold" w:eastAsiaTheme="majorEastAsia" w:hAnsi="Vegan Sans Premium SemiBold" w:cstheme="majorBidi"/>
      <w:spacing w:val="-14"/>
      <w:kern w:val="28"/>
      <w:sz w:val="92"/>
      <w:szCs w:val="56"/>
    </w:rPr>
  </w:style>
  <w:style w:type="paragraph" w:styleId="Podnadpis">
    <w:name w:val="Subtitle"/>
    <w:basedOn w:val="Normln"/>
    <w:next w:val="Normln"/>
    <w:link w:val="PodnadpisChar"/>
    <w:uiPriority w:val="18"/>
    <w:qFormat/>
    <w:rsid w:val="0008574E"/>
    <w:pPr>
      <w:numPr>
        <w:ilvl w:val="1"/>
      </w:numPr>
      <w:spacing w:before="240" w:after="440"/>
    </w:pPr>
    <w:rPr>
      <w:rFonts w:asciiTheme="majorHAnsi" w:eastAsiaTheme="minorEastAsia" w:hAnsiTheme="majorHAnsi"/>
      <w:b/>
      <w:sz w:val="32"/>
    </w:rPr>
  </w:style>
  <w:style w:type="character" w:customStyle="1" w:styleId="PodnadpisChar">
    <w:name w:val="Podnadpis Char"/>
    <w:basedOn w:val="Standardnpsmoodstavce"/>
    <w:link w:val="Podnadpis"/>
    <w:uiPriority w:val="18"/>
    <w:rsid w:val="0008574E"/>
    <w:rPr>
      <w:rFonts w:asciiTheme="majorHAnsi" w:eastAsiaTheme="minorEastAsia" w:hAnsiTheme="majorHAnsi"/>
      <w:b/>
      <w:sz w:val="32"/>
    </w:rPr>
  </w:style>
  <w:style w:type="character" w:customStyle="1" w:styleId="Nadpis3Char">
    <w:name w:val="Nadpis 3 Char"/>
    <w:basedOn w:val="Standardnpsmoodstavce"/>
    <w:link w:val="Nadpis3"/>
    <w:uiPriority w:val="4"/>
    <w:rsid w:val="00D24F8F"/>
    <w:rPr>
      <w:rFonts w:asciiTheme="majorHAnsi" w:eastAsiaTheme="majorEastAsia" w:hAnsiTheme="majorHAnsi" w:cstheme="majorBidi"/>
      <w:b/>
      <w:sz w:val="24"/>
      <w:szCs w:val="24"/>
    </w:rPr>
  </w:style>
  <w:style w:type="paragraph" w:styleId="Zhlav">
    <w:name w:val="header"/>
    <w:basedOn w:val="Normln"/>
    <w:link w:val="ZhlavChar"/>
    <w:uiPriority w:val="37"/>
    <w:unhideWhenUsed/>
    <w:rsid w:val="00AD3F56"/>
    <w:pPr>
      <w:tabs>
        <w:tab w:val="center" w:pos="4536"/>
        <w:tab w:val="right" w:pos="9072"/>
      </w:tabs>
      <w:spacing w:after="0" w:line="200" w:lineRule="atLeast"/>
    </w:pPr>
    <w:rPr>
      <w:sz w:val="15"/>
    </w:rPr>
  </w:style>
  <w:style w:type="character" w:customStyle="1" w:styleId="ZhlavChar">
    <w:name w:val="Záhlaví Char"/>
    <w:basedOn w:val="Standardnpsmoodstavce"/>
    <w:link w:val="Zhlav"/>
    <w:uiPriority w:val="37"/>
    <w:rsid w:val="00AD3F56"/>
    <w:rPr>
      <w:spacing w:val="-1"/>
      <w:sz w:val="15"/>
    </w:rPr>
  </w:style>
  <w:style w:type="paragraph" w:styleId="Zpat">
    <w:name w:val="footer"/>
    <w:basedOn w:val="Normln"/>
    <w:link w:val="ZpatChar"/>
    <w:uiPriority w:val="37"/>
    <w:unhideWhenUsed/>
    <w:rsid w:val="00854BFA"/>
    <w:pPr>
      <w:tabs>
        <w:tab w:val="center" w:pos="4536"/>
        <w:tab w:val="right" w:pos="9072"/>
      </w:tabs>
      <w:spacing w:after="0" w:line="200" w:lineRule="atLeast"/>
    </w:pPr>
    <w:rPr>
      <w:color w:val="DDDDDD" w:themeColor="accent1"/>
      <w:sz w:val="14"/>
    </w:rPr>
  </w:style>
  <w:style w:type="character" w:customStyle="1" w:styleId="ZpatChar">
    <w:name w:val="Zápatí Char"/>
    <w:basedOn w:val="Standardnpsmoodstavce"/>
    <w:link w:val="Zpat"/>
    <w:uiPriority w:val="37"/>
    <w:rsid w:val="00854BFA"/>
    <w:rPr>
      <w:color w:val="DDDDDD" w:themeColor="accent1"/>
      <w:spacing w:val="-1"/>
      <w:sz w:val="14"/>
    </w:rPr>
  </w:style>
  <w:style w:type="character" w:customStyle="1" w:styleId="Nadpis4Char">
    <w:name w:val="Nadpis 4 Char"/>
    <w:basedOn w:val="Standardnpsmoodstavce"/>
    <w:link w:val="Nadpis4"/>
    <w:uiPriority w:val="4"/>
    <w:rsid w:val="00750460"/>
    <w:rPr>
      <w:rFonts w:asciiTheme="majorHAnsi" w:eastAsiaTheme="majorEastAsia" w:hAnsiTheme="majorHAnsi" w:cstheme="majorBidi"/>
      <w:b/>
      <w:iCs/>
      <w:sz w:val="20"/>
    </w:rPr>
  </w:style>
  <w:style w:type="paragraph" w:styleId="Adresanaoblku">
    <w:name w:val="envelope address"/>
    <w:basedOn w:val="Normln"/>
    <w:uiPriority w:val="31"/>
    <w:rsid w:val="00DE0A3A"/>
    <w:pPr>
      <w:spacing w:after="0"/>
      <w:contextualSpacing/>
    </w:pPr>
    <w:rPr>
      <w:rFonts w:eastAsiaTheme="majorEastAsia" w:cstheme="majorBidi"/>
      <w:szCs w:val="24"/>
    </w:rPr>
  </w:style>
  <w:style w:type="paragraph" w:styleId="Datum">
    <w:name w:val="Date"/>
    <w:basedOn w:val="Normln"/>
    <w:next w:val="Normln"/>
    <w:link w:val="DatumChar"/>
    <w:uiPriority w:val="32"/>
    <w:rsid w:val="001F6F0D"/>
    <w:pPr>
      <w:spacing w:before="240" w:after="240"/>
      <w:jc w:val="right"/>
    </w:pPr>
  </w:style>
  <w:style w:type="character" w:customStyle="1" w:styleId="DatumChar">
    <w:name w:val="Datum Char"/>
    <w:basedOn w:val="Standardnpsmoodstavce"/>
    <w:link w:val="Datum"/>
    <w:uiPriority w:val="32"/>
    <w:rsid w:val="00D112DC"/>
    <w:rPr>
      <w:sz w:val="19"/>
    </w:rPr>
  </w:style>
  <w:style w:type="paragraph" w:styleId="Seznamsodrkami">
    <w:name w:val="List Bullet"/>
    <w:basedOn w:val="Normln"/>
    <w:uiPriority w:val="5"/>
    <w:qFormat/>
    <w:rsid w:val="0089049E"/>
    <w:pPr>
      <w:numPr>
        <w:numId w:val="3"/>
      </w:numPr>
    </w:pPr>
  </w:style>
  <w:style w:type="paragraph" w:styleId="Seznamsodrkami2">
    <w:name w:val="List Bullet 2"/>
    <w:basedOn w:val="Normln"/>
    <w:uiPriority w:val="6"/>
    <w:qFormat/>
    <w:rsid w:val="0089049E"/>
    <w:pPr>
      <w:numPr>
        <w:ilvl w:val="1"/>
        <w:numId w:val="3"/>
      </w:numPr>
    </w:pPr>
    <w:rPr>
      <w:noProof/>
    </w:rPr>
  </w:style>
  <w:style w:type="paragraph" w:styleId="Seznamsodrkami3">
    <w:name w:val="List Bullet 3"/>
    <w:basedOn w:val="Normln"/>
    <w:uiPriority w:val="6"/>
    <w:qFormat/>
    <w:rsid w:val="0089049E"/>
    <w:pPr>
      <w:numPr>
        <w:ilvl w:val="2"/>
        <w:numId w:val="3"/>
      </w:numPr>
    </w:pPr>
  </w:style>
  <w:style w:type="paragraph" w:styleId="slovanseznam">
    <w:name w:val="List Number"/>
    <w:basedOn w:val="Normln"/>
    <w:uiPriority w:val="7"/>
    <w:qFormat/>
    <w:rsid w:val="0089049E"/>
    <w:pPr>
      <w:numPr>
        <w:numId w:val="1"/>
      </w:numPr>
    </w:pPr>
  </w:style>
  <w:style w:type="paragraph" w:styleId="slovanseznam2">
    <w:name w:val="List Number 2"/>
    <w:basedOn w:val="Normln"/>
    <w:uiPriority w:val="8"/>
    <w:qFormat/>
    <w:rsid w:val="0089049E"/>
    <w:pPr>
      <w:numPr>
        <w:ilvl w:val="1"/>
        <w:numId w:val="1"/>
      </w:numPr>
    </w:pPr>
  </w:style>
  <w:style w:type="paragraph" w:styleId="slovanseznam3">
    <w:name w:val="List Number 3"/>
    <w:basedOn w:val="Normln"/>
    <w:uiPriority w:val="8"/>
    <w:qFormat/>
    <w:rsid w:val="0089049E"/>
    <w:pPr>
      <w:numPr>
        <w:ilvl w:val="2"/>
        <w:numId w:val="1"/>
      </w:numPr>
    </w:pPr>
  </w:style>
  <w:style w:type="paragraph" w:styleId="Pokraovnseznamu">
    <w:name w:val="List Continue"/>
    <w:basedOn w:val="Normln"/>
    <w:uiPriority w:val="11"/>
    <w:qFormat/>
    <w:rsid w:val="006F3791"/>
  </w:style>
  <w:style w:type="paragraph" w:styleId="Pokraovnseznamu2">
    <w:name w:val="List Continue 2"/>
    <w:basedOn w:val="Normln"/>
    <w:uiPriority w:val="12"/>
    <w:qFormat/>
    <w:rsid w:val="005B2788"/>
    <w:pPr>
      <w:ind w:left="425"/>
    </w:pPr>
  </w:style>
  <w:style w:type="paragraph" w:styleId="Pokraovnseznamu3">
    <w:name w:val="List Continue 3"/>
    <w:basedOn w:val="Normln"/>
    <w:uiPriority w:val="12"/>
    <w:qFormat/>
    <w:rsid w:val="005B2788"/>
    <w:pPr>
      <w:ind w:left="851"/>
    </w:pPr>
  </w:style>
  <w:style w:type="paragraph" w:styleId="Obsah1">
    <w:name w:val="toc 1"/>
    <w:basedOn w:val="Normln"/>
    <w:next w:val="Normln"/>
    <w:uiPriority w:val="39"/>
    <w:unhideWhenUsed/>
    <w:rsid w:val="00D61960"/>
    <w:pPr>
      <w:tabs>
        <w:tab w:val="left" w:pos="567"/>
        <w:tab w:val="right" w:leader="dot" w:pos="9062"/>
      </w:tabs>
      <w:spacing w:before="120"/>
      <w:ind w:left="567" w:hanging="567"/>
    </w:pPr>
    <w:rPr>
      <w:rFonts w:asciiTheme="majorHAnsi" w:hAnsiTheme="majorHAnsi"/>
      <w:b/>
      <w:noProof/>
      <w:sz w:val="32"/>
    </w:rPr>
  </w:style>
  <w:style w:type="paragraph" w:styleId="Obsah2">
    <w:name w:val="toc 2"/>
    <w:basedOn w:val="Normln"/>
    <w:next w:val="Normln"/>
    <w:uiPriority w:val="39"/>
    <w:unhideWhenUsed/>
    <w:rsid w:val="00D61960"/>
    <w:pPr>
      <w:tabs>
        <w:tab w:val="left" w:pos="567"/>
        <w:tab w:val="right" w:leader="dot" w:pos="9062"/>
      </w:tabs>
      <w:spacing w:after="0"/>
      <w:ind w:left="567" w:hanging="567"/>
    </w:pPr>
    <w:rPr>
      <w:b/>
      <w:noProof/>
      <w:sz w:val="24"/>
    </w:rPr>
  </w:style>
  <w:style w:type="paragraph" w:styleId="Obsah3">
    <w:name w:val="toc 3"/>
    <w:basedOn w:val="Normln"/>
    <w:next w:val="Normln"/>
    <w:uiPriority w:val="39"/>
    <w:unhideWhenUsed/>
    <w:rsid w:val="0089049E"/>
    <w:pPr>
      <w:tabs>
        <w:tab w:val="left" w:pos="1276"/>
        <w:tab w:val="right" w:leader="dot" w:pos="9062"/>
      </w:tabs>
      <w:spacing w:after="0"/>
      <w:ind w:left="1276" w:hanging="709"/>
    </w:pPr>
    <w:rPr>
      <w:noProof/>
    </w:rPr>
  </w:style>
  <w:style w:type="paragraph" w:styleId="Obsah4">
    <w:name w:val="toc 4"/>
    <w:basedOn w:val="Normln"/>
    <w:next w:val="Normln"/>
    <w:uiPriority w:val="39"/>
    <w:semiHidden/>
    <w:unhideWhenUsed/>
    <w:rsid w:val="005E29CC"/>
    <w:pPr>
      <w:spacing w:after="100"/>
      <w:ind w:left="600"/>
    </w:pPr>
  </w:style>
  <w:style w:type="paragraph" w:styleId="Obsah5">
    <w:name w:val="toc 5"/>
    <w:basedOn w:val="Normln"/>
    <w:next w:val="Normln"/>
    <w:uiPriority w:val="39"/>
    <w:semiHidden/>
    <w:unhideWhenUsed/>
    <w:rsid w:val="005E29CC"/>
    <w:pPr>
      <w:spacing w:after="100"/>
      <w:ind w:left="800"/>
    </w:pPr>
  </w:style>
  <w:style w:type="paragraph" w:styleId="Obsah6">
    <w:name w:val="toc 6"/>
    <w:basedOn w:val="Normln"/>
    <w:next w:val="Normln"/>
    <w:uiPriority w:val="39"/>
    <w:semiHidden/>
    <w:unhideWhenUsed/>
    <w:rsid w:val="005E29CC"/>
    <w:pPr>
      <w:spacing w:after="100"/>
      <w:ind w:left="1000"/>
    </w:pPr>
  </w:style>
  <w:style w:type="paragraph" w:styleId="Obsah7">
    <w:name w:val="toc 7"/>
    <w:basedOn w:val="Normln"/>
    <w:next w:val="Normln"/>
    <w:uiPriority w:val="39"/>
    <w:semiHidden/>
    <w:unhideWhenUsed/>
    <w:rsid w:val="005E29CC"/>
    <w:pPr>
      <w:spacing w:after="100"/>
      <w:ind w:left="1200"/>
    </w:pPr>
  </w:style>
  <w:style w:type="paragraph" w:styleId="Obsah8">
    <w:name w:val="toc 8"/>
    <w:basedOn w:val="Normln"/>
    <w:next w:val="Normln"/>
    <w:uiPriority w:val="39"/>
    <w:semiHidden/>
    <w:unhideWhenUsed/>
    <w:rsid w:val="005E29CC"/>
    <w:pPr>
      <w:spacing w:after="100"/>
      <w:ind w:left="1400"/>
    </w:pPr>
  </w:style>
  <w:style w:type="paragraph" w:styleId="Obsah9">
    <w:name w:val="toc 9"/>
    <w:basedOn w:val="Normln"/>
    <w:next w:val="Normln"/>
    <w:uiPriority w:val="39"/>
    <w:semiHidden/>
    <w:unhideWhenUsed/>
    <w:rsid w:val="005E29CC"/>
    <w:pPr>
      <w:spacing w:after="100"/>
      <w:ind w:left="1600"/>
    </w:pPr>
  </w:style>
  <w:style w:type="character" w:customStyle="1" w:styleId="Nadpis5Char">
    <w:name w:val="Nadpis 5 Char"/>
    <w:basedOn w:val="Standardnpsmoodstavce"/>
    <w:link w:val="Nadpis5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Nadpis6Char">
    <w:name w:val="Nadpis 6 Char"/>
    <w:basedOn w:val="Standardnpsmoodstavce"/>
    <w:link w:val="Nadpis6"/>
    <w:uiPriority w:val="4"/>
    <w:rsid w:val="00C343B7"/>
    <w:rPr>
      <w:rFonts w:asciiTheme="majorHAnsi" w:eastAsiaTheme="majorEastAsia" w:hAnsiTheme="majorHAnsi" w:cstheme="majorBidi"/>
      <w:b/>
      <w:sz w:val="18"/>
    </w:rPr>
  </w:style>
  <w:style w:type="character" w:customStyle="1" w:styleId="Nadpis7Char">
    <w:name w:val="Nadpis 7 Char"/>
    <w:basedOn w:val="Standardnpsmoodstavce"/>
    <w:link w:val="Nadpis7"/>
    <w:uiPriority w:val="4"/>
    <w:rsid w:val="00C343B7"/>
    <w:rPr>
      <w:rFonts w:asciiTheme="majorHAnsi" w:eastAsiaTheme="majorEastAsia" w:hAnsiTheme="majorHAnsi" w:cstheme="majorBidi"/>
      <w:b/>
      <w:iCs/>
      <w:sz w:val="18"/>
    </w:rPr>
  </w:style>
  <w:style w:type="character" w:customStyle="1" w:styleId="Nadpis8Char">
    <w:name w:val="Nadpis 8 Char"/>
    <w:basedOn w:val="Standardnpsmoodstavce"/>
    <w:link w:val="Nadpis8"/>
    <w:uiPriority w:val="4"/>
    <w:rsid w:val="00C343B7"/>
    <w:rPr>
      <w:rFonts w:asciiTheme="majorHAnsi" w:eastAsiaTheme="majorEastAsia" w:hAnsiTheme="majorHAnsi" w:cstheme="majorBidi"/>
      <w:b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4"/>
    <w:rsid w:val="00C343B7"/>
    <w:rPr>
      <w:rFonts w:asciiTheme="majorHAnsi" w:eastAsiaTheme="majorEastAsia" w:hAnsiTheme="majorHAnsi" w:cstheme="majorBidi"/>
      <w:b/>
      <w:iCs/>
      <w:sz w:val="18"/>
      <w:szCs w:val="21"/>
    </w:rPr>
  </w:style>
  <w:style w:type="paragraph" w:customStyle="1" w:styleId="Nadpis1neslovan">
    <w:name w:val="Nadpis 1 nečíslovaný"/>
    <w:basedOn w:val="Nadpis1"/>
    <w:next w:val="Normln"/>
    <w:link w:val="Nadpis1neslovanChar"/>
    <w:uiPriority w:val="14"/>
    <w:qFormat/>
    <w:rsid w:val="00350DC3"/>
    <w:pPr>
      <w:numPr>
        <w:numId w:val="0"/>
      </w:numPr>
    </w:pPr>
  </w:style>
  <w:style w:type="paragraph" w:customStyle="1" w:styleId="Nadpis2neslovan">
    <w:name w:val="Nadpis 2 nečíslovaný"/>
    <w:basedOn w:val="Nadpis2"/>
    <w:next w:val="Normln"/>
    <w:link w:val="Nadpis2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1neslovanChar">
    <w:name w:val="Nadpis 1 nečíslovaný Char"/>
    <w:basedOn w:val="Nadpis1Char"/>
    <w:link w:val="Nadpis1neslovan"/>
    <w:uiPriority w:val="14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">
    <w:name w:val="Nadpis 3 nečíslovaný"/>
    <w:basedOn w:val="Nadpis3"/>
    <w:next w:val="Normln"/>
    <w:link w:val="Nadpis3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2neslovanChar">
    <w:name w:val="Nadpis 2 nečíslovaný Char"/>
    <w:basedOn w:val="Nadpis2Char"/>
    <w:link w:val="Nadpis2neslovan"/>
    <w:uiPriority w:val="14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">
    <w:name w:val="Nadpis 4 nečíslovaný"/>
    <w:basedOn w:val="Nadpis4"/>
    <w:next w:val="Normln"/>
    <w:link w:val="Nadpis4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3neslovanChar">
    <w:name w:val="Nadpis 3 nečíslovaný Char"/>
    <w:basedOn w:val="Nadpis3Char"/>
    <w:link w:val="Nadpis3neslovan"/>
    <w:uiPriority w:val="14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">
    <w:name w:val="Nadpis 5 nečíslovaný"/>
    <w:basedOn w:val="Nadpis5"/>
    <w:next w:val="Normln"/>
    <w:link w:val="Nadpis5neslovanChar"/>
    <w:uiPriority w:val="14"/>
    <w:qFormat/>
    <w:rsid w:val="00350DC3"/>
    <w:pPr>
      <w:numPr>
        <w:ilvl w:val="0"/>
        <w:numId w:val="0"/>
      </w:numPr>
    </w:pPr>
  </w:style>
  <w:style w:type="character" w:customStyle="1" w:styleId="Nadpis4neslovanChar">
    <w:name w:val="Nadpis 4 nečíslovaný Char"/>
    <w:basedOn w:val="Nadpis4Char"/>
    <w:link w:val="Nadpis4neslovan"/>
    <w:uiPriority w:val="14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paragraph" w:customStyle="1" w:styleId="Nadpis1neslovannenvobsahu">
    <w:name w:val="Nadpis 1 nečíslovaný (není v obsahu)"/>
    <w:basedOn w:val="Nadpis1neslovan"/>
    <w:next w:val="Normln"/>
    <w:link w:val="Nadpis1neslovannenvobsahuChar"/>
    <w:uiPriority w:val="15"/>
    <w:qFormat/>
    <w:rsid w:val="00EF6FB2"/>
    <w:pPr>
      <w:outlineLvl w:val="9"/>
    </w:pPr>
  </w:style>
  <w:style w:type="character" w:customStyle="1" w:styleId="Nadpis5neslovanChar">
    <w:name w:val="Nadpis 5 nečíslovaný Char"/>
    <w:basedOn w:val="Nadpis5Char"/>
    <w:link w:val="Nadpis5neslovan"/>
    <w:uiPriority w:val="14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customStyle="1" w:styleId="Nadpis2neslovannenvobsahu">
    <w:name w:val="Nadpis 2 nečíslovaný (není v obsahu)"/>
    <w:basedOn w:val="Nadpis2neslovan"/>
    <w:next w:val="Normln"/>
    <w:link w:val="Nadpis2neslovannenvobsahuChar"/>
    <w:uiPriority w:val="15"/>
    <w:qFormat/>
    <w:rsid w:val="00EF6FB2"/>
    <w:pPr>
      <w:outlineLvl w:val="9"/>
    </w:pPr>
  </w:style>
  <w:style w:type="character" w:customStyle="1" w:styleId="Nadpis1neslovannenvobsahuChar">
    <w:name w:val="Nadpis 1 nečíslovaný (není v obsahu) Char"/>
    <w:basedOn w:val="Nadpis1neslovanChar"/>
    <w:link w:val="Nadpis1neslovannenvobsahu"/>
    <w:uiPriority w:val="15"/>
    <w:rsid w:val="00C343B7"/>
    <w:rPr>
      <w:rFonts w:asciiTheme="majorHAnsi" w:eastAsiaTheme="majorEastAsia" w:hAnsiTheme="majorHAnsi" w:cstheme="majorBidi"/>
      <w:b/>
      <w:sz w:val="32"/>
      <w:szCs w:val="32"/>
      <w:lang w:val="cs-CZ"/>
    </w:rPr>
  </w:style>
  <w:style w:type="paragraph" w:customStyle="1" w:styleId="Nadpis3neslovannenvobsahu">
    <w:name w:val="Nadpis 3 nečíslovaný (není v obsahu)"/>
    <w:basedOn w:val="Nadpis3neslovan"/>
    <w:next w:val="Normln"/>
    <w:link w:val="Nadpis3neslovannenvobsahuChar"/>
    <w:uiPriority w:val="15"/>
    <w:qFormat/>
    <w:rsid w:val="00EF6FB2"/>
    <w:pPr>
      <w:outlineLvl w:val="9"/>
    </w:pPr>
  </w:style>
  <w:style w:type="character" w:customStyle="1" w:styleId="Nadpis2neslovannenvobsahuChar">
    <w:name w:val="Nadpis 2 nečíslovaný (není v obsahu) Char"/>
    <w:basedOn w:val="Nadpis2neslovanChar"/>
    <w:link w:val="Nadpis2neslovannenvobsahu"/>
    <w:uiPriority w:val="15"/>
    <w:rsid w:val="00C343B7"/>
    <w:rPr>
      <w:rFonts w:asciiTheme="majorHAnsi" w:eastAsiaTheme="majorEastAsia" w:hAnsiTheme="majorHAnsi" w:cstheme="majorBidi"/>
      <w:b/>
      <w:sz w:val="28"/>
      <w:szCs w:val="26"/>
      <w:lang w:val="cs-CZ"/>
    </w:rPr>
  </w:style>
  <w:style w:type="paragraph" w:customStyle="1" w:styleId="Nadpis4neslovannenvobsahu">
    <w:name w:val="Nadpis 4 nečíslovaný (není v obsahu)"/>
    <w:basedOn w:val="Nadpis4neslovan"/>
    <w:next w:val="Normln"/>
    <w:link w:val="Nadpis4neslovannenvobsahuChar"/>
    <w:uiPriority w:val="15"/>
    <w:qFormat/>
    <w:rsid w:val="00EF6FB2"/>
    <w:pPr>
      <w:outlineLvl w:val="9"/>
    </w:pPr>
  </w:style>
  <w:style w:type="character" w:customStyle="1" w:styleId="Nadpis3neslovannenvobsahuChar">
    <w:name w:val="Nadpis 3 nečíslovaný (není v obsahu) Char"/>
    <w:basedOn w:val="Nadpis3neslovanChar"/>
    <w:link w:val="Nadpis3neslovannenvobsahu"/>
    <w:uiPriority w:val="15"/>
    <w:rsid w:val="00C343B7"/>
    <w:rPr>
      <w:rFonts w:asciiTheme="majorHAnsi" w:eastAsiaTheme="majorEastAsia" w:hAnsiTheme="majorHAnsi" w:cstheme="majorBidi"/>
      <w:b/>
      <w:sz w:val="24"/>
      <w:szCs w:val="24"/>
      <w:lang w:val="cs-CZ"/>
    </w:rPr>
  </w:style>
  <w:style w:type="paragraph" w:customStyle="1" w:styleId="Nadpis5neslovannenvobsahu">
    <w:name w:val="Nadpis 5 nečíslovaný (není v obsahu)"/>
    <w:basedOn w:val="Nadpis5neslovan"/>
    <w:next w:val="Normln"/>
    <w:link w:val="Nadpis5neslovannenvobsahuChar"/>
    <w:uiPriority w:val="15"/>
    <w:qFormat/>
    <w:rsid w:val="00EF6FB2"/>
    <w:pPr>
      <w:outlineLvl w:val="9"/>
    </w:pPr>
  </w:style>
  <w:style w:type="character" w:customStyle="1" w:styleId="Nadpis4neslovannenvobsahuChar">
    <w:name w:val="Nadpis 4 nečíslovaný (není v obsahu) Char"/>
    <w:basedOn w:val="Nadpis4neslovanChar"/>
    <w:link w:val="Nadpis4neslovannenvobsahu"/>
    <w:uiPriority w:val="15"/>
    <w:rsid w:val="00C343B7"/>
    <w:rPr>
      <w:rFonts w:asciiTheme="majorHAnsi" w:eastAsiaTheme="majorEastAsia" w:hAnsiTheme="majorHAnsi" w:cstheme="majorBidi"/>
      <w:b/>
      <w:iCs/>
      <w:spacing w:val="-1"/>
      <w:sz w:val="20"/>
      <w:lang w:val="cs-CZ"/>
    </w:rPr>
  </w:style>
  <w:style w:type="character" w:customStyle="1" w:styleId="Nadpis5neslovannenvobsahuChar">
    <w:name w:val="Nadpis 5 nečíslovaný (není v obsahu) Char"/>
    <w:basedOn w:val="Nadpis5neslovanChar"/>
    <w:link w:val="Nadpis5neslovannenvobsahu"/>
    <w:uiPriority w:val="15"/>
    <w:rsid w:val="00C343B7"/>
    <w:rPr>
      <w:rFonts w:asciiTheme="majorHAnsi" w:eastAsiaTheme="majorEastAsia" w:hAnsiTheme="majorHAnsi" w:cstheme="majorBidi"/>
      <w:b/>
      <w:sz w:val="20"/>
      <w:lang w:val="cs-CZ"/>
    </w:rPr>
  </w:style>
  <w:style w:type="paragraph" w:styleId="Seznamsodrkami4">
    <w:name w:val="List Bullet 4"/>
    <w:basedOn w:val="Normln"/>
    <w:uiPriority w:val="6"/>
    <w:qFormat/>
    <w:rsid w:val="0089049E"/>
    <w:pPr>
      <w:numPr>
        <w:ilvl w:val="3"/>
        <w:numId w:val="3"/>
      </w:numPr>
    </w:pPr>
  </w:style>
  <w:style w:type="paragraph" w:styleId="Seznamsodrkami5">
    <w:name w:val="List Bullet 5"/>
    <w:basedOn w:val="Normln"/>
    <w:uiPriority w:val="6"/>
    <w:qFormat/>
    <w:rsid w:val="0089049E"/>
    <w:pPr>
      <w:numPr>
        <w:ilvl w:val="4"/>
        <w:numId w:val="3"/>
      </w:numPr>
    </w:pPr>
  </w:style>
  <w:style w:type="paragraph" w:styleId="Pokraovnseznamu4">
    <w:name w:val="List Continue 4"/>
    <w:basedOn w:val="Normln"/>
    <w:uiPriority w:val="12"/>
    <w:qFormat/>
    <w:rsid w:val="005B2788"/>
    <w:pPr>
      <w:ind w:left="1276"/>
    </w:pPr>
  </w:style>
  <w:style w:type="paragraph" w:styleId="Pokraovnseznamu5">
    <w:name w:val="List Continue 5"/>
    <w:basedOn w:val="Normln"/>
    <w:uiPriority w:val="12"/>
    <w:qFormat/>
    <w:rsid w:val="005B2788"/>
    <w:pPr>
      <w:ind w:left="1701"/>
    </w:pPr>
  </w:style>
  <w:style w:type="paragraph" w:styleId="slovanseznam4">
    <w:name w:val="List Number 4"/>
    <w:basedOn w:val="Normln"/>
    <w:uiPriority w:val="8"/>
    <w:qFormat/>
    <w:rsid w:val="0089049E"/>
    <w:pPr>
      <w:numPr>
        <w:ilvl w:val="3"/>
        <w:numId w:val="1"/>
      </w:numPr>
    </w:pPr>
  </w:style>
  <w:style w:type="paragraph" w:styleId="slovanseznam5">
    <w:name w:val="List Number 5"/>
    <w:basedOn w:val="Normln"/>
    <w:uiPriority w:val="8"/>
    <w:qFormat/>
    <w:rsid w:val="0089049E"/>
    <w:pPr>
      <w:numPr>
        <w:ilvl w:val="4"/>
        <w:numId w:val="1"/>
      </w:numPr>
    </w:pPr>
  </w:style>
  <w:style w:type="character" w:styleId="Zdraznnintenzivn">
    <w:name w:val="Intense Emphasis"/>
    <w:basedOn w:val="Standardnpsmoodstavce"/>
    <w:uiPriority w:val="22"/>
    <w:qFormat/>
    <w:rsid w:val="00DE575B"/>
    <w:rPr>
      <w:rFonts w:asciiTheme="majorHAnsi" w:hAnsiTheme="majorHAnsi"/>
      <w:b/>
      <w:i w:val="0"/>
      <w:iCs/>
      <w:color w:val="808080" w:themeColor="accent4"/>
      <w:lang w:val="cs-CZ"/>
    </w:rPr>
  </w:style>
  <w:style w:type="paragraph" w:styleId="Seznam">
    <w:name w:val="List"/>
    <w:basedOn w:val="Normln"/>
    <w:uiPriority w:val="9"/>
    <w:qFormat/>
    <w:rsid w:val="0089049E"/>
    <w:pPr>
      <w:numPr>
        <w:numId w:val="4"/>
      </w:numPr>
    </w:pPr>
  </w:style>
  <w:style w:type="paragraph" w:styleId="Seznam2">
    <w:name w:val="List 2"/>
    <w:basedOn w:val="Normln"/>
    <w:uiPriority w:val="10"/>
    <w:qFormat/>
    <w:rsid w:val="0089049E"/>
    <w:pPr>
      <w:numPr>
        <w:ilvl w:val="1"/>
        <w:numId w:val="4"/>
      </w:numPr>
    </w:pPr>
  </w:style>
  <w:style w:type="paragraph" w:styleId="Seznam3">
    <w:name w:val="List 3"/>
    <w:basedOn w:val="Normln"/>
    <w:uiPriority w:val="10"/>
    <w:qFormat/>
    <w:rsid w:val="0089049E"/>
    <w:pPr>
      <w:numPr>
        <w:ilvl w:val="2"/>
        <w:numId w:val="4"/>
      </w:numPr>
    </w:pPr>
  </w:style>
  <w:style w:type="paragraph" w:styleId="Seznam4">
    <w:name w:val="List 4"/>
    <w:basedOn w:val="Normln"/>
    <w:uiPriority w:val="10"/>
    <w:qFormat/>
    <w:rsid w:val="0089049E"/>
    <w:pPr>
      <w:numPr>
        <w:ilvl w:val="3"/>
        <w:numId w:val="4"/>
      </w:numPr>
    </w:pPr>
  </w:style>
  <w:style w:type="paragraph" w:styleId="Seznam5">
    <w:name w:val="List 5"/>
    <w:basedOn w:val="Normln"/>
    <w:uiPriority w:val="10"/>
    <w:qFormat/>
    <w:rsid w:val="0089049E"/>
    <w:pPr>
      <w:numPr>
        <w:ilvl w:val="4"/>
        <w:numId w:val="4"/>
      </w:numPr>
    </w:pPr>
  </w:style>
  <w:style w:type="paragraph" w:styleId="Zvr">
    <w:name w:val="Closing"/>
    <w:basedOn w:val="Normln"/>
    <w:link w:val="ZvrChar"/>
    <w:uiPriority w:val="34"/>
    <w:rsid w:val="00760E91"/>
    <w:pPr>
      <w:spacing w:before="260" w:after="780" w:line="240" w:lineRule="auto"/>
    </w:pPr>
  </w:style>
  <w:style w:type="character" w:customStyle="1" w:styleId="ZvrChar">
    <w:name w:val="Závěr Char"/>
    <w:basedOn w:val="Standardnpsmoodstavce"/>
    <w:link w:val="Zvr"/>
    <w:uiPriority w:val="34"/>
    <w:rsid w:val="00760E91"/>
    <w:rPr>
      <w:spacing w:val="-1"/>
      <w:sz w:val="19"/>
    </w:rPr>
  </w:style>
  <w:style w:type="paragraph" w:styleId="Podpis">
    <w:name w:val="Signature"/>
    <w:basedOn w:val="Normln"/>
    <w:link w:val="PodpisChar"/>
    <w:uiPriority w:val="35"/>
    <w:rsid w:val="00760E91"/>
    <w:pPr>
      <w:spacing w:before="260" w:after="0"/>
      <w:contextualSpacing/>
    </w:pPr>
  </w:style>
  <w:style w:type="character" w:customStyle="1" w:styleId="PodpisChar">
    <w:name w:val="Podpis Char"/>
    <w:basedOn w:val="Standardnpsmoodstavce"/>
    <w:link w:val="Podpis"/>
    <w:uiPriority w:val="35"/>
    <w:rsid w:val="00760E91"/>
    <w:rPr>
      <w:spacing w:val="-1"/>
      <w:sz w:val="19"/>
    </w:rPr>
  </w:style>
  <w:style w:type="table" w:styleId="Mkatabulky">
    <w:name w:val="Table Grid"/>
    <w:basedOn w:val="Normlntabulka"/>
    <w:uiPriority w:val="39"/>
    <w:rsid w:val="007C022F"/>
    <w:pPr>
      <w:spacing w:after="0" w:line="240" w:lineRule="auto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link w:val="TitulekChar"/>
    <w:uiPriority w:val="29"/>
    <w:qFormat/>
    <w:rsid w:val="00750460"/>
    <w:pPr>
      <w:spacing w:before="240" w:line="240" w:lineRule="auto"/>
    </w:pPr>
    <w:rPr>
      <w:rFonts w:asciiTheme="majorHAnsi" w:hAnsiTheme="majorHAnsi"/>
      <w:iCs/>
      <w:sz w:val="16"/>
      <w:szCs w:val="18"/>
    </w:rPr>
  </w:style>
  <w:style w:type="table" w:customStyle="1" w:styleId="TabulkaRokytnicenadJizerou">
    <w:name w:val="Tabulka Rokytnice nad Jizerou"/>
    <w:basedOn w:val="Normlntabulka"/>
    <w:uiPriority w:val="99"/>
    <w:rsid w:val="00E4128E"/>
    <w:pPr>
      <w:spacing w:after="0" w:line="240" w:lineRule="auto"/>
      <w:contextualSpacing/>
    </w:pPr>
    <w:tblPr>
      <w:tblStyleRowBandSize w:val="1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57" w:type="dxa"/>
        <w:left w:w="113" w:type="dxa"/>
        <w:bottom w:w="57" w:type="dxa"/>
        <w:right w:w="113" w:type="dxa"/>
      </w:tblCellMar>
    </w:tblPr>
    <w:tblStylePr w:type="firstRow">
      <w:rPr>
        <w:rFonts w:asciiTheme="majorHAnsi" w:hAnsiTheme="majorHAnsi"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rFonts w:asciiTheme="majorHAnsi" w:hAnsiTheme="majorHAnsi"/>
        <w:b w:val="0"/>
      </w:rPr>
      <w:tblPr/>
      <w:tcPr>
        <w:shd w:val="clear" w:color="auto" w:fill="DFDFDF" w:themeFill="background2" w:themeFillShade="E6"/>
      </w:tcPr>
    </w:tblStylePr>
    <w:tblStylePr w:type="firstCol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/>
        <w:mirrorIndents w:val="0"/>
        <w:jc w:val="left"/>
        <w:outlineLvl w:val="9"/>
      </w:pPr>
      <w:rPr>
        <w:b w:val="0"/>
      </w:rPr>
    </w:tblStylePr>
    <w:tblStylePr w:type="band2Horz">
      <w:tblPr/>
      <w:tcPr>
        <w:shd w:val="clear" w:color="auto" w:fill="F8F8F8" w:themeFill="background2"/>
      </w:tcPr>
    </w:tblStylePr>
  </w:style>
  <w:style w:type="character" w:styleId="Hypertextovodkaz">
    <w:name w:val="Hyperlink"/>
    <w:basedOn w:val="Standardnpsmoodstavce"/>
    <w:uiPriority w:val="99"/>
    <w:unhideWhenUsed/>
    <w:rsid w:val="00BC6EA8"/>
    <w:rPr>
      <w:color w:val="5F5F5F" w:themeColor="hyperlink"/>
      <w:u w:val="single"/>
      <w:lang w:val="cs-CZ"/>
    </w:rPr>
  </w:style>
  <w:style w:type="paragraph" w:styleId="Nadpisobsahu">
    <w:name w:val="TOC Heading"/>
    <w:basedOn w:val="Nadpis1"/>
    <w:next w:val="Normln"/>
    <w:uiPriority w:val="39"/>
    <w:rsid w:val="00D61960"/>
    <w:pPr>
      <w:numPr>
        <w:numId w:val="0"/>
      </w:numPr>
      <w:ind w:left="-2835"/>
      <w:outlineLvl w:val="9"/>
    </w:pPr>
  </w:style>
  <w:style w:type="character" w:customStyle="1" w:styleId="TitulekChar">
    <w:name w:val="Titulek Char"/>
    <w:basedOn w:val="Standardnpsmoodstavce"/>
    <w:link w:val="Titulek"/>
    <w:uiPriority w:val="29"/>
    <w:rsid w:val="00750460"/>
    <w:rPr>
      <w:rFonts w:asciiTheme="majorHAnsi" w:hAnsiTheme="majorHAnsi"/>
      <w:iCs/>
      <w:spacing w:val="-1"/>
      <w:sz w:val="16"/>
      <w:szCs w:val="18"/>
    </w:rPr>
  </w:style>
  <w:style w:type="character" w:styleId="Zdraznnjemn">
    <w:name w:val="Subtle Emphasis"/>
    <w:basedOn w:val="Standardnpsmoodstavce"/>
    <w:uiPriority w:val="23"/>
    <w:qFormat/>
    <w:rsid w:val="00DE575B"/>
    <w:rPr>
      <w:i w:val="0"/>
      <w:iCs/>
      <w:color w:val="FFFFFF" w:themeColor="text2"/>
      <w:lang w:val="cs-CZ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561CB5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61CB5"/>
    <w:rPr>
      <w:i/>
      <w:iCs/>
      <w:sz w:val="20"/>
      <w:lang w:val="cs-CZ"/>
    </w:rPr>
  </w:style>
  <w:style w:type="character" w:styleId="AkronymHTML">
    <w:name w:val="HTML Acronym"/>
    <w:basedOn w:val="Standardnpsmoodstavce"/>
    <w:uiPriority w:val="99"/>
    <w:semiHidden/>
    <w:unhideWhenUsed/>
    <w:rsid w:val="00561CB5"/>
    <w:rPr>
      <w:lang w:val="cs-CZ"/>
    </w:rPr>
  </w:style>
  <w:style w:type="table" w:styleId="Barevnmka">
    <w:name w:val="Colorful Grid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</w:rPr>
      <w:tblPr/>
      <w:tcPr>
        <w:shd w:val="clear" w:color="auto" w:fill="FFFFFF" w:themeFill="tex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FFFFF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FFFFFF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Barevntabulka1">
    <w:name w:val="Table Colorful 1"/>
    <w:basedOn w:val="Normlntabulka"/>
    <w:uiPriority w:val="99"/>
    <w:semiHidden/>
    <w:unhideWhenUsed/>
    <w:rsid w:val="00561CB5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tabulkasmkou6">
    <w:name w:val="Grid Table 6 Colorful"/>
    <w:basedOn w:val="Normlntabulka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Barevntabulkaseznamu6">
    <w:name w:val="List Table 6 Colorful"/>
    <w:basedOn w:val="Normlntabulka"/>
    <w:uiPriority w:val="51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4" w:space="0" w:color="FFFFFF" w:themeColor="text1"/>
        <w:bottom w:val="single" w:sz="4" w:space="0" w:color="FFFFFF" w:themeColor="text1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stnovn">
    <w:name w:val="Colorful Shading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text1" w:themeShade="99"/>
          <w:insideV w:val="nil"/>
        </w:tcBorders>
        <w:shd w:val="clear" w:color="auto" w:fill="999999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FFFFFF" w:themeColor="text1"/>
      </w:rPr>
    </w:tblStylePr>
    <w:tblStylePr w:type="nwCell">
      <w:rPr>
        <w:color w:val="FFFFFF" w:themeColor="text1"/>
      </w:rPr>
    </w:tblStylePr>
  </w:style>
  <w:style w:type="table" w:styleId="Barevnseznam">
    <w:name w:val="Colorful List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FFFFF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Bibliografie">
    <w:name w:val="Bibliography"/>
    <w:basedOn w:val="Normln"/>
    <w:next w:val="Normln"/>
    <w:uiPriority w:val="36"/>
    <w:semiHidden/>
    <w:unhideWhenUsed/>
    <w:rsid w:val="00561CB5"/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61CB5"/>
    <w:pPr>
      <w:spacing w:before="200" w:after="160"/>
      <w:ind w:left="864" w:right="864"/>
      <w:jc w:val="center"/>
    </w:pPr>
    <w:rPr>
      <w:i/>
      <w:iCs/>
      <w:color w:val="FFFFFF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61CB5"/>
    <w:rPr>
      <w:i/>
      <w:iCs/>
      <w:color w:val="FFFFFF" w:themeColor="text1" w:themeTint="BF"/>
      <w:sz w:val="20"/>
      <w:lang w:val="cs-CZ"/>
    </w:rPr>
  </w:style>
  <w:style w:type="character" w:styleId="CittHTML">
    <w:name w:val="HTML Cite"/>
    <w:basedOn w:val="Standardnpsmoodstavce"/>
    <w:uiPriority w:val="99"/>
    <w:semiHidden/>
    <w:unhideWhenUsed/>
    <w:rsid w:val="00561CB5"/>
    <w:rPr>
      <w:i/>
      <w:iCs/>
      <w:lang w:val="cs-CZ"/>
    </w:rPr>
  </w:style>
  <w:style w:type="character" w:styleId="slodku">
    <w:name w:val="line number"/>
    <w:basedOn w:val="Standardnpsmoodstavce"/>
    <w:uiPriority w:val="99"/>
    <w:semiHidden/>
    <w:unhideWhenUsed/>
    <w:rsid w:val="00561CB5"/>
    <w:rPr>
      <w:lang w:val="cs-CZ"/>
    </w:rPr>
  </w:style>
  <w:style w:type="character" w:styleId="slostrnky">
    <w:name w:val="page number"/>
    <w:basedOn w:val="Standardnpsmoodstavce"/>
    <w:uiPriority w:val="99"/>
    <w:rsid w:val="003113DB"/>
    <w:rPr>
      <w:b/>
      <w:color w:val="auto"/>
      <w:sz w:val="18"/>
      <w:lang w:val="cs-CZ"/>
    </w:rPr>
  </w:style>
  <w:style w:type="character" w:styleId="DefiniceHTML">
    <w:name w:val="HTML Definition"/>
    <w:basedOn w:val="Standardnpsmoodstavce"/>
    <w:uiPriority w:val="99"/>
    <w:semiHidden/>
    <w:unhideWhenUsed/>
    <w:rsid w:val="00561CB5"/>
    <w:rPr>
      <w:i/>
      <w:iCs/>
      <w:lang w:val="cs-CZ"/>
    </w:rPr>
  </w:style>
  <w:style w:type="table" w:styleId="Elegantntabulka">
    <w:name w:val="Table Elegant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character" w:customStyle="1" w:styleId="Hashtag1">
    <w:name w:val="Hashtag1"/>
    <w:basedOn w:val="Standardnpsmoodstavce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paragraph" w:styleId="Hlavikaobsahu">
    <w:name w:val="toa heading"/>
    <w:basedOn w:val="Normln"/>
    <w:next w:val="Normln"/>
    <w:uiPriority w:val="99"/>
    <w:semiHidden/>
    <w:unhideWhenUsed/>
    <w:rsid w:val="00561CB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200" w:hanging="20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561CB5"/>
    <w:rPr>
      <w:rFonts w:asciiTheme="majorHAnsi" w:eastAsiaTheme="majorEastAsia" w:hAnsiTheme="majorHAnsi" w:cstheme="majorBidi"/>
      <w:b/>
      <w:bCs/>
    </w:rPr>
  </w:style>
  <w:style w:type="character" w:customStyle="1" w:styleId="Inteligentnhypertextovodkaz1">
    <w:name w:val="Inteligentní hypertextový odkaz1"/>
    <w:basedOn w:val="Standardnpsmoodstavce"/>
    <w:uiPriority w:val="99"/>
    <w:semiHidden/>
    <w:unhideWhenUsed/>
    <w:rsid w:val="00561CB5"/>
    <w:rPr>
      <w:u w:val="dotted"/>
      <w:lang w:val="cs-CZ"/>
    </w:rPr>
  </w:style>
  <w:style w:type="character" w:customStyle="1" w:styleId="Inteligentnodkaz1">
    <w:name w:val="Inteligentní odkaz1"/>
    <w:basedOn w:val="Standardnpsmoodstavce"/>
    <w:uiPriority w:val="99"/>
    <w:semiHidden/>
    <w:unhideWhenUsed/>
    <w:rsid w:val="00561CB5"/>
    <w:rPr>
      <w:color w:val="0000FF"/>
      <w:u w:val="single"/>
      <w:shd w:val="clear" w:color="auto" w:fill="F3F2F1"/>
      <w:lang w:val="cs-CZ"/>
    </w:rPr>
  </w:style>
  <w:style w:type="table" w:styleId="Jednoduchtabulka1">
    <w:name w:val="Table Simple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561CB5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lka1">
    <w:name w:val="Table Classic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561CB5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eHTML">
    <w:name w:val="HTML Keyboard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character" w:styleId="KdHTML">
    <w:name w:val="HTML Code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table" w:styleId="Moderntabulka">
    <w:name w:val="Table Contemporary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ivtabulky">
    <w:name w:val="Table Theme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61CB5"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61CB5"/>
    <w:rPr>
      <w:sz w:val="20"/>
      <w:lang w:val="cs-CZ"/>
    </w:rPr>
  </w:style>
  <w:style w:type="character" w:styleId="Nzevknihy">
    <w:name w:val="Book Title"/>
    <w:basedOn w:val="Standardnpsmoodstavce"/>
    <w:uiPriority w:val="36"/>
    <w:semiHidden/>
    <w:unhideWhenUsed/>
    <w:qFormat/>
    <w:rsid w:val="00561CB5"/>
    <w:rPr>
      <w:b/>
      <w:bCs/>
      <w:i/>
      <w:iCs/>
      <w:spacing w:val="5"/>
      <w:lang w:val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61CB5"/>
    <w:rPr>
      <w:color w:val="605E5C"/>
      <w:shd w:val="clear" w:color="auto" w:fill="E1DFDD"/>
      <w:lang w:val="cs-CZ"/>
    </w:rPr>
  </w:style>
  <w:style w:type="paragraph" w:styleId="Normlnweb">
    <w:name w:val="Normal (Web)"/>
    <w:basedOn w:val="Normln"/>
    <w:uiPriority w:val="99"/>
    <w:semiHidden/>
    <w:unhideWhenUsed/>
    <w:rsid w:val="00561CB5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basedOn w:val="Normln"/>
    <w:uiPriority w:val="99"/>
    <w:semiHidden/>
    <w:unhideWhenUsed/>
    <w:rsid w:val="00561CB5"/>
    <w:pPr>
      <w:ind w:left="708"/>
    </w:pPr>
  </w:style>
  <w:style w:type="character" w:styleId="Odkazintenzivn">
    <w:name w:val="Intense Reference"/>
    <w:basedOn w:val="Standardnpsmoodstavce"/>
    <w:uiPriority w:val="36"/>
    <w:semiHidden/>
    <w:unhideWhenUsed/>
    <w:qFormat/>
    <w:rsid w:val="00561CB5"/>
    <w:rPr>
      <w:b/>
      <w:bCs/>
      <w:smallCaps/>
      <w:color w:val="DDDDDD" w:themeColor="accent1"/>
      <w:spacing w:val="5"/>
      <w:lang w:val="cs-CZ"/>
    </w:rPr>
  </w:style>
  <w:style w:type="character" w:styleId="Odkazjemn">
    <w:name w:val="Subtle Reference"/>
    <w:basedOn w:val="Standardnpsmoodstavce"/>
    <w:uiPriority w:val="36"/>
    <w:semiHidden/>
    <w:unhideWhenUsed/>
    <w:qFormat/>
    <w:rsid w:val="00561CB5"/>
    <w:rPr>
      <w:smallCaps/>
      <w:color w:val="FFFFFF" w:themeColor="text1" w:themeTint="A5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1CB5"/>
    <w:rPr>
      <w:sz w:val="16"/>
      <w:szCs w:val="16"/>
      <w:lang w:val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561CB5"/>
    <w:rPr>
      <w:vertAlign w:val="superscript"/>
      <w:lang w:val="cs-CZ"/>
    </w:rPr>
  </w:style>
  <w:style w:type="paragraph" w:styleId="Odstavecseseznamem">
    <w:name w:val="List Paragraph"/>
    <w:basedOn w:val="Normln"/>
    <w:uiPriority w:val="36"/>
    <w:unhideWhenUsed/>
    <w:qFormat/>
    <w:rsid w:val="00561CB5"/>
    <w:pPr>
      <w:ind w:left="720"/>
      <w:contextualSpacing/>
    </w:pPr>
  </w:style>
  <w:style w:type="paragraph" w:styleId="Osloven">
    <w:name w:val="Salutation"/>
    <w:basedOn w:val="Normln"/>
    <w:next w:val="Normln"/>
    <w:link w:val="OslovenChar"/>
    <w:uiPriority w:val="33"/>
    <w:rsid w:val="00760E91"/>
    <w:pPr>
      <w:spacing w:before="260"/>
    </w:pPr>
  </w:style>
  <w:style w:type="character" w:customStyle="1" w:styleId="OslovenChar">
    <w:name w:val="Oslovení Char"/>
    <w:basedOn w:val="Standardnpsmoodstavce"/>
    <w:link w:val="Osloven"/>
    <w:uiPriority w:val="33"/>
    <w:rsid w:val="00760E91"/>
    <w:rPr>
      <w:spacing w:val="-1"/>
      <w:sz w:val="19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61CB5"/>
    <w:pPr>
      <w:spacing w:after="0"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61CB5"/>
    <w:rPr>
      <w:sz w:val="20"/>
      <w:lang w:val="cs-CZ"/>
    </w:rPr>
  </w:style>
  <w:style w:type="table" w:styleId="Profesionlntabulka">
    <w:name w:val="Table Professional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romnnHTML">
    <w:name w:val="HTML Variable"/>
    <w:basedOn w:val="Standardnpsmoodstavce"/>
    <w:uiPriority w:val="99"/>
    <w:semiHidden/>
    <w:unhideWhenUsed/>
    <w:rsid w:val="00561CB5"/>
    <w:rPr>
      <w:i/>
      <w:iCs/>
      <w:lang w:val="cs-CZ"/>
    </w:rPr>
  </w:style>
  <w:style w:type="table" w:styleId="Prosttabulka1">
    <w:name w:val="Plain Table 1"/>
    <w:basedOn w:val="Normlntabulka"/>
    <w:uiPriority w:val="41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80"/>
        <w:bottom w:val="single" w:sz="4" w:space="0" w:color="FFFFF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2Vert">
      <w:tblPr/>
      <w:tcPr>
        <w:tcBorders>
          <w:left w:val="single" w:sz="4" w:space="0" w:color="FFFFFF" w:themeColor="text1" w:themeTint="80"/>
          <w:right w:val="single" w:sz="4" w:space="0" w:color="FFFFFF" w:themeColor="text1" w:themeTint="80"/>
        </w:tcBorders>
      </w:tcPr>
    </w:tblStylePr>
    <w:tblStylePr w:type="band1Horz">
      <w:tblPr/>
      <w:tcPr>
        <w:tcBorders>
          <w:top w:val="single" w:sz="4" w:space="0" w:color="FFFFFF" w:themeColor="text1" w:themeTint="80"/>
          <w:bottom w:val="single" w:sz="4" w:space="0" w:color="FFFFF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FFFFF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FFFFF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unhideWhenUsed/>
    <w:rsid w:val="00561C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61CB5"/>
    <w:rPr>
      <w:rFonts w:ascii="Consolas" w:hAnsi="Consolas"/>
      <w:sz w:val="21"/>
      <w:szCs w:val="21"/>
      <w:lang w:val="cs-CZ"/>
    </w:rPr>
  </w:style>
  <w:style w:type="paragraph" w:styleId="Textkomente">
    <w:name w:val="annotation text"/>
    <w:basedOn w:val="Normln"/>
    <w:link w:val="TextkomenteChar"/>
    <w:uiPriority w:val="99"/>
    <w:unhideWhenUsed/>
    <w:rsid w:val="00561CB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61CB5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1C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1CB5"/>
    <w:rPr>
      <w:b/>
      <w:bCs/>
      <w:sz w:val="20"/>
      <w:szCs w:val="20"/>
      <w:lang w:val="cs-CZ"/>
    </w:rPr>
  </w:style>
  <w:style w:type="character" w:styleId="PsacstrojHTML">
    <w:name w:val="HTML Typewriter"/>
    <w:basedOn w:val="Standardnpsmoodstavce"/>
    <w:uiPriority w:val="99"/>
    <w:semiHidden/>
    <w:unhideWhenUsed/>
    <w:rsid w:val="00561CB5"/>
    <w:rPr>
      <w:rFonts w:ascii="Consolas" w:hAnsi="Consolas"/>
      <w:sz w:val="20"/>
      <w:szCs w:val="20"/>
      <w:lang w:val="cs-CZ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400" w:hanging="20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600" w:hanging="20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800" w:hanging="20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000" w:hanging="20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200" w:hanging="20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400" w:hanging="20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600" w:hanging="20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561CB5"/>
    <w:pPr>
      <w:spacing w:after="0" w:line="240" w:lineRule="auto"/>
      <w:ind w:left="1800" w:hanging="200"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61CB5"/>
    <w:rPr>
      <w:rFonts w:ascii="Segoe UI" w:hAnsi="Segoe UI" w:cs="Segoe UI"/>
      <w:sz w:val="16"/>
      <w:szCs w:val="16"/>
      <w:lang w:val="cs-CZ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561CB5"/>
    <w:pPr>
      <w:spacing w:after="0"/>
      <w:ind w:left="200" w:hanging="200"/>
    </w:pPr>
  </w:style>
  <w:style w:type="paragraph" w:styleId="Seznamobrzk">
    <w:name w:val="table of figures"/>
    <w:basedOn w:val="Normln"/>
    <w:next w:val="Normln"/>
    <w:uiPriority w:val="99"/>
    <w:semiHidden/>
    <w:unhideWhenUsed/>
    <w:rsid w:val="00561CB5"/>
    <w:pPr>
      <w:spacing w:after="0"/>
    </w:pPr>
  </w:style>
  <w:style w:type="character" w:styleId="Siln">
    <w:name w:val="Strong"/>
    <w:basedOn w:val="Standardnpsmoodstavce"/>
    <w:uiPriority w:val="20"/>
    <w:qFormat/>
    <w:rsid w:val="0008525C"/>
    <w:rPr>
      <w:rFonts w:asciiTheme="majorHAnsi" w:hAnsiTheme="majorHAnsi"/>
      <w:b w:val="0"/>
      <w:bCs/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561CB5"/>
    <w:rPr>
      <w:color w:val="919191" w:themeColor="followedHyperlink"/>
      <w:u w:val="single"/>
      <w:lang w:val="cs-CZ"/>
    </w:rPr>
  </w:style>
  <w:style w:type="table" w:styleId="Sloupcetabulky1">
    <w:name w:val="Table Columns 1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561CB5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561CB5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561CB5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Stednmka1">
    <w:name w:val="Medium Grid 1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  <w:insideV w:val="single" w:sz="8" w:space="0" w:color="FFFFFF" w:themeColor="text1" w:themeTint="BF"/>
      </w:tblBorders>
    </w:tblPr>
    <w:tcPr>
      <w:shd w:val="clear" w:color="auto" w:fill="FFFFF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shd w:val="clear" w:color="auto" w:fill="FFFFFF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cPr>
      <w:shd w:val="clear" w:color="auto" w:fill="FFFFFF" w:themeFill="text1" w:themeFillTint="3F"/>
    </w:tcPr>
    <w:tblStylePr w:type="firstRow">
      <w:rPr>
        <w:b/>
        <w:bCs/>
        <w:color w:val="FFFFFF" w:themeColor="text1"/>
      </w:rPr>
      <w:tblPr/>
      <w:tcPr>
        <w:shd w:val="clear" w:color="auto" w:fill="FFFFFF" w:themeFill="tex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text1" w:themeFillTint="33"/>
      </w:tcPr>
    </w:tblStylePr>
    <w:tblStylePr w:type="band1Vert">
      <w:tblPr/>
      <w:tcPr>
        <w:shd w:val="clear" w:color="auto" w:fill="FFFFFF" w:themeFill="text1" w:themeFillTint="7F"/>
      </w:tcPr>
    </w:tblStylePr>
    <w:tblStylePr w:type="band1Horz">
      <w:tblPr/>
      <w:tcPr>
        <w:tcBorders>
          <w:insideH w:val="single" w:sz="6" w:space="0" w:color="FFFFFF" w:themeColor="text1"/>
          <w:insideV w:val="single" w:sz="6" w:space="0" w:color="FFFFFF" w:themeColor="text1"/>
        </w:tcBorders>
        <w:shd w:val="clear" w:color="auto" w:fill="FFFFF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FFFFFF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FFFFFF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FFFFFF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FFFFFF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FFFFFF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FFFFFF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FFFFFF" w:themeColor="text1"/>
      </w:rPr>
      <w:tblPr/>
      <w:tcPr>
        <w:tcBorders>
          <w:top w:val="single" w:sz="12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FFFFFF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tex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text1"/>
          <w:bottom w:val="single" w:sz="8" w:space="0" w:color="FFFFFF" w:themeColor="text1"/>
        </w:tcBorders>
      </w:tc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shd w:val="clear" w:color="auto" w:fill="FFFFFF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561CB5"/>
    <w:pPr>
      <w:spacing w:after="0" w:line="240" w:lineRule="auto"/>
    </w:pPr>
    <w:rPr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FFFF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DDDDD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2B2B2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6969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808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F5F5F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color w:val="FFFFFF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D4D4D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 w:themeTint="BF"/>
        <w:left w:val="single" w:sz="8" w:space="0" w:color="FFFFFF" w:themeColor="text1" w:themeTint="BF"/>
        <w:bottom w:val="single" w:sz="8" w:space="0" w:color="FFFFFF" w:themeColor="text1" w:themeTint="BF"/>
        <w:right w:val="single" w:sz="8" w:space="0" w:color="FFFFFF" w:themeColor="text1" w:themeTint="BF"/>
        <w:insideH w:val="single" w:sz="8" w:space="0" w:color="FFFFF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 w:themeTint="BF"/>
          <w:left w:val="single" w:sz="8" w:space="0" w:color="FFFFFF" w:themeColor="text1" w:themeTint="BF"/>
          <w:bottom w:val="single" w:sz="8" w:space="0" w:color="FFFFFF" w:themeColor="text1" w:themeTint="BF"/>
          <w:right w:val="single" w:sz="8" w:space="0" w:color="FFFFF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vtlmka">
    <w:name w:val="Light Grid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  <w:insideH w:val="single" w:sz="8" w:space="0" w:color="FFFFFF" w:themeColor="text1"/>
        <w:insideV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1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H w:val="nil"/>
          <w:insideV w:val="single" w:sz="8" w:space="0" w:color="FFFFFF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  <w:shd w:val="clear" w:color="auto" w:fill="FFFFFF" w:themeFill="text1" w:themeFillTint="3F"/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  <w:shd w:val="clear" w:color="auto" w:fill="FFFFFF" w:themeFill="text1" w:themeFillTint="3F"/>
      </w:tcPr>
    </w:tblStylePr>
    <w:tblStylePr w:type="band2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  <w:insideV w:val="single" w:sz="8" w:space="0" w:color="FFFFFF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Svtlmkatabulky">
    <w:name w:val="Grid Table Light"/>
    <w:basedOn w:val="Normlntabulka"/>
    <w:uiPriority w:val="40"/>
    <w:rsid w:val="00561CB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66"/>
        <w:left w:val="single" w:sz="4" w:space="0" w:color="FFFFFF" w:themeColor="text1" w:themeTint="66"/>
        <w:bottom w:val="single" w:sz="4" w:space="0" w:color="FFFFFF" w:themeColor="text1" w:themeTint="66"/>
        <w:right w:val="single" w:sz="4" w:space="0" w:color="FFFFFF" w:themeColor="text1" w:themeTint="66"/>
        <w:insideH w:val="single" w:sz="4" w:space="0" w:color="FFFFFF" w:themeColor="text1" w:themeTint="66"/>
        <w:insideV w:val="single" w:sz="4" w:space="0" w:color="FFFFFF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eznamu1">
    <w:name w:val="List Table 1 Light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561C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Svtlstnovn">
    <w:name w:val="Light Shading"/>
    <w:basedOn w:val="Normlntabulka"/>
    <w:uiPriority w:val="60"/>
    <w:semiHidden/>
    <w:unhideWhenUsed/>
    <w:rsid w:val="00561CB5"/>
    <w:pPr>
      <w:spacing w:after="0" w:line="240" w:lineRule="auto"/>
    </w:pPr>
    <w:rPr>
      <w:color w:val="BFBFBF" w:themeColor="text1" w:themeShade="BF"/>
    </w:rPr>
    <w:tblPr>
      <w:tblStyleRowBandSize w:val="1"/>
      <w:tblStyleColBandSize w:val="1"/>
      <w:tblBorders>
        <w:top w:val="single" w:sz="8" w:space="0" w:color="FFFFFF" w:themeColor="text1"/>
        <w:bottom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text1"/>
          <w:left w:val="nil"/>
          <w:bottom w:val="single" w:sz="8" w:space="0" w:color="FFFFFF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561CB5"/>
    <w:pPr>
      <w:spacing w:after="0" w:line="240" w:lineRule="auto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561CB5"/>
    <w:pPr>
      <w:spacing w:after="0" w:line="240" w:lineRule="auto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561CB5"/>
    <w:pPr>
      <w:spacing w:after="0" w:line="240" w:lineRule="auto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561CB5"/>
    <w:pPr>
      <w:spacing w:after="0" w:line="240" w:lineRule="auto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561CB5"/>
    <w:pPr>
      <w:spacing w:after="0" w:line="240" w:lineRule="auto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561CB5"/>
    <w:pPr>
      <w:spacing w:after="0" w:line="240" w:lineRule="auto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table" w:styleId="Svtlseznam">
    <w:name w:val="Light List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text1"/>
        <w:left w:val="single" w:sz="8" w:space="0" w:color="FFFFFF" w:themeColor="text1"/>
        <w:bottom w:val="single" w:sz="8" w:space="0" w:color="FFFFFF" w:themeColor="text1"/>
        <w:right w:val="single" w:sz="8" w:space="0" w:color="FFFFFF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  <w:tblStylePr w:type="band1Horz">
      <w:tblPr/>
      <w:tcPr>
        <w:tcBorders>
          <w:top w:val="single" w:sz="8" w:space="0" w:color="FFFFFF" w:themeColor="text1"/>
          <w:left w:val="single" w:sz="8" w:space="0" w:color="FFFFFF" w:themeColor="text1"/>
          <w:bottom w:val="single" w:sz="8" w:space="0" w:color="FFFFFF" w:themeColor="text1"/>
          <w:right w:val="single" w:sz="8" w:space="0" w:color="FFFFFF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561CB5"/>
    <w:pPr>
      <w:spacing w:after="0" w:line="240" w:lineRule="auto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Tabulkajakoseznam1">
    <w:name w:val="Table List 1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lkasmkou2">
    <w:name w:val="Grid Table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text1" w:themeTint="99"/>
        <w:bottom w:val="single" w:sz="2" w:space="0" w:color="FFFFFF" w:themeColor="text1" w:themeTint="99"/>
        <w:insideH w:val="single" w:sz="2" w:space="0" w:color="FFFFFF" w:themeColor="text1" w:themeTint="99"/>
        <w:insideV w:val="single" w:sz="2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mkou3">
    <w:name w:val="Grid Table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  <w:tblStylePr w:type="neCell">
      <w:tblPr/>
      <w:tcPr>
        <w:tcBorders>
          <w:bottom w:val="single" w:sz="4" w:space="0" w:color="FFFFFF" w:themeColor="text1" w:themeTint="99"/>
        </w:tcBorders>
      </w:tcPr>
    </w:tblStylePr>
    <w:tblStylePr w:type="nwCell">
      <w:tblPr/>
      <w:tcPr>
        <w:tcBorders>
          <w:bottom w:val="single" w:sz="4" w:space="0" w:color="FFFFFF" w:themeColor="text1" w:themeTint="99"/>
        </w:tcBorders>
      </w:tcPr>
    </w:tblStylePr>
    <w:tblStylePr w:type="seCell">
      <w:tblPr/>
      <w:tcPr>
        <w:tcBorders>
          <w:top w:val="single" w:sz="4" w:space="0" w:color="FFFFFF" w:themeColor="text1" w:themeTint="99"/>
        </w:tcBorders>
      </w:tcPr>
    </w:tblStylePr>
    <w:tblStylePr w:type="swCell">
      <w:tblPr/>
      <w:tcPr>
        <w:tcBorders>
          <w:top w:val="single" w:sz="4" w:space="0" w:color="FFFFFF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  <w:insideV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prostorovmiefekty1">
    <w:name w:val="Table 3D effects 1"/>
    <w:basedOn w:val="Normlntabulka"/>
    <w:uiPriority w:val="99"/>
    <w:semiHidden/>
    <w:unhideWhenUsed/>
    <w:rsid w:val="00561CB5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561CB5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561CB5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eznamu2">
    <w:name w:val="List Table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bottom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Tabulkaseznamu3">
    <w:name w:val="List Table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/>
        <w:left w:val="single" w:sz="4" w:space="0" w:color="FFFFFF" w:themeColor="text1"/>
        <w:bottom w:val="single" w:sz="4" w:space="0" w:color="FFFFFF" w:themeColor="text1"/>
        <w:right w:val="single" w:sz="4" w:space="0" w:color="FFFFFF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text1"/>
          <w:right w:val="single" w:sz="4" w:space="0" w:color="FFFFFF" w:themeColor="text1"/>
        </w:tcBorders>
      </w:tcPr>
    </w:tblStylePr>
    <w:tblStylePr w:type="band1Horz">
      <w:tblPr/>
      <w:tcPr>
        <w:tcBorders>
          <w:top w:val="single" w:sz="4" w:space="0" w:color="FFFFFF" w:themeColor="text1"/>
          <w:bottom w:val="single" w:sz="4" w:space="0" w:color="FFFFFF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text1"/>
          <w:left w:val="nil"/>
        </w:tcBorders>
      </w:tcPr>
    </w:tblStylePr>
    <w:tblStylePr w:type="swCell">
      <w:tblPr/>
      <w:tcPr>
        <w:tcBorders>
          <w:top w:val="double" w:sz="4" w:space="0" w:color="FFFFFF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text1" w:themeTint="99"/>
        <w:left w:val="single" w:sz="4" w:space="0" w:color="FFFFFF" w:themeColor="text1" w:themeTint="99"/>
        <w:bottom w:val="single" w:sz="4" w:space="0" w:color="FFFFFF" w:themeColor="text1" w:themeTint="99"/>
        <w:right w:val="single" w:sz="4" w:space="0" w:color="FFFFFF" w:themeColor="text1" w:themeTint="99"/>
        <w:insideH w:val="single" w:sz="4" w:space="0" w:color="FFFFFF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text1"/>
          <w:left w:val="single" w:sz="4" w:space="0" w:color="FFFFFF" w:themeColor="text1"/>
          <w:bottom w:val="single" w:sz="4" w:space="0" w:color="FFFFFF" w:themeColor="text1"/>
          <w:right w:val="single" w:sz="4" w:space="0" w:color="FFFFFF" w:themeColor="text1"/>
          <w:insideH w:val="nil"/>
        </w:tcBorders>
        <w:shd w:val="clear" w:color="auto" w:fill="FFFFFF" w:themeFill="text1"/>
      </w:tcPr>
    </w:tblStylePr>
    <w:tblStylePr w:type="lastRow">
      <w:rPr>
        <w:b/>
        <w:bCs/>
      </w:rPr>
      <w:tblPr/>
      <w:tcPr>
        <w:tcBorders>
          <w:top w:val="double" w:sz="4" w:space="0" w:color="FFFFFF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text1" w:themeFillTint="33"/>
      </w:tcPr>
    </w:tblStylePr>
    <w:tblStylePr w:type="band1Horz">
      <w:tblPr/>
      <w:tcPr>
        <w:shd w:val="clear" w:color="auto" w:fill="FFFFFF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561CB5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1CB5"/>
    <w:rPr>
      <w:rFonts w:ascii="Segoe UI" w:hAnsi="Segoe UI" w:cs="Segoe UI"/>
      <w:sz w:val="18"/>
      <w:szCs w:val="18"/>
      <w:lang w:val="cs-CZ"/>
    </w:rPr>
  </w:style>
  <w:style w:type="paragraph" w:styleId="Textmakra">
    <w:name w:val="macro"/>
    <w:link w:val="TextmakraChar"/>
    <w:uiPriority w:val="99"/>
    <w:semiHidden/>
    <w:unhideWhenUsed/>
    <w:rsid w:val="00561C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tLeast"/>
    </w:pPr>
    <w:rPr>
      <w:rFonts w:ascii="Consolas" w:hAnsi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61CB5"/>
    <w:rPr>
      <w:rFonts w:ascii="Consolas" w:hAnsi="Consolas"/>
      <w:sz w:val="20"/>
      <w:szCs w:val="20"/>
      <w:lang w:val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61CB5"/>
    <w:rPr>
      <w:sz w:val="20"/>
      <w:szCs w:val="20"/>
      <w:lang w:val="cs-CZ"/>
    </w:rPr>
  </w:style>
  <w:style w:type="paragraph" w:styleId="Textvbloku">
    <w:name w:val="Block Text"/>
    <w:basedOn w:val="Normln"/>
    <w:uiPriority w:val="99"/>
    <w:semiHidden/>
    <w:unhideWhenUsed/>
    <w:rsid w:val="00561CB5"/>
    <w:pPr>
      <w:pBdr>
        <w:top w:val="single" w:sz="2" w:space="10" w:color="DDDDDD" w:themeColor="accent1"/>
        <w:left w:val="single" w:sz="2" w:space="10" w:color="DDDDDD" w:themeColor="accent1"/>
        <w:bottom w:val="single" w:sz="2" w:space="10" w:color="DDDDDD" w:themeColor="accent1"/>
        <w:right w:val="single" w:sz="2" w:space="10" w:color="DDDDDD" w:themeColor="accent1"/>
      </w:pBdr>
      <w:ind w:left="1152" w:right="1152"/>
    </w:pPr>
    <w:rPr>
      <w:rFonts w:eastAsiaTheme="minorEastAsia"/>
      <w:i/>
      <w:iCs/>
      <w:color w:val="DDDDDD" w:themeColor="accent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61CB5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61CB5"/>
    <w:rPr>
      <w:sz w:val="20"/>
      <w:szCs w:val="20"/>
      <w:lang w:val="cs-CZ"/>
    </w:rPr>
  </w:style>
  <w:style w:type="table" w:styleId="Tmavtabulkasmkou5">
    <w:name w:val="Grid Table 5 Dark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text1"/>
      </w:tcPr>
    </w:tblStylePr>
    <w:tblStylePr w:type="band1Vert">
      <w:tblPr/>
      <w:tcPr>
        <w:shd w:val="clear" w:color="auto" w:fill="FFFFFF" w:themeFill="text1" w:themeFillTint="66"/>
      </w:tcPr>
    </w:tblStylePr>
    <w:tblStylePr w:type="band1Horz">
      <w:tblPr/>
      <w:tcPr>
        <w:shd w:val="clear" w:color="auto" w:fill="FFFFFF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561C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Tmavtabulkaseznamu5">
    <w:name w:val="List Table 5 Dark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text1"/>
        <w:left w:val="single" w:sz="24" w:space="0" w:color="FFFFFF" w:themeColor="text1"/>
        <w:bottom w:val="single" w:sz="24" w:space="0" w:color="FFFFFF" w:themeColor="text1"/>
        <w:right w:val="single" w:sz="24" w:space="0" w:color="FFFFFF" w:themeColor="text1"/>
      </w:tblBorders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561CB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FFFFFF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character" w:styleId="UkzkaHTML">
    <w:name w:val="HTML Sample"/>
    <w:basedOn w:val="Standardnpsmoodstavce"/>
    <w:uiPriority w:val="99"/>
    <w:semiHidden/>
    <w:unhideWhenUsed/>
    <w:rsid w:val="00561CB5"/>
    <w:rPr>
      <w:rFonts w:ascii="Consolas" w:hAnsi="Consolas"/>
      <w:sz w:val="24"/>
      <w:szCs w:val="24"/>
      <w:lang w:val="cs-CZ"/>
    </w:rPr>
  </w:style>
  <w:style w:type="paragraph" w:styleId="Vrazncitt">
    <w:name w:val="Intense Quote"/>
    <w:basedOn w:val="Normln"/>
    <w:next w:val="Normln"/>
    <w:link w:val="VrazncittChar"/>
    <w:uiPriority w:val="36"/>
    <w:semiHidden/>
    <w:unhideWhenUsed/>
    <w:qFormat/>
    <w:rsid w:val="00561CB5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DDDDDD" w:themeColor="accent1"/>
    </w:rPr>
  </w:style>
  <w:style w:type="character" w:customStyle="1" w:styleId="VrazncittChar">
    <w:name w:val="Výrazný citát Char"/>
    <w:basedOn w:val="Standardnpsmoodstavce"/>
    <w:link w:val="Vrazncitt"/>
    <w:uiPriority w:val="36"/>
    <w:semiHidden/>
    <w:rsid w:val="00D112DC"/>
    <w:rPr>
      <w:i/>
      <w:iCs/>
      <w:color w:val="DDDDDD" w:themeColor="accent1"/>
      <w:sz w:val="19"/>
    </w:rPr>
  </w:style>
  <w:style w:type="table" w:styleId="Webovtabulka1">
    <w:name w:val="Table Web 1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561CB5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hlavzprvy">
    <w:name w:val="Message Header"/>
    <w:basedOn w:val="Normln"/>
    <w:link w:val="ZhlavzprvyChar"/>
    <w:uiPriority w:val="99"/>
    <w:semiHidden/>
    <w:unhideWhenUsed/>
    <w:rsid w:val="00561C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61CB5"/>
    <w:rPr>
      <w:rFonts w:asciiTheme="majorHAnsi" w:eastAsiaTheme="majorEastAsia" w:hAnsiTheme="majorHAnsi" w:cstheme="majorBidi"/>
      <w:sz w:val="24"/>
      <w:szCs w:val="24"/>
      <w:shd w:val="pct20" w:color="auto" w:fill="auto"/>
      <w:lang w:val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61CB5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61CB5"/>
    <w:rPr>
      <w:sz w:val="20"/>
      <w:lang w:val="cs-CZ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61CB5"/>
    <w:pPr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61CB5"/>
    <w:rPr>
      <w:sz w:val="20"/>
      <w:lang w:val="cs-CZ"/>
    </w:rPr>
  </w:style>
  <w:style w:type="paragraph" w:styleId="Zkladntextodsazen">
    <w:name w:val="Body Text Indent"/>
    <w:basedOn w:val="Normln"/>
    <w:link w:val="ZkladntextodsazenChar"/>
    <w:uiPriority w:val="16"/>
    <w:rsid w:val="00505C48"/>
    <w:pPr>
      <w:ind w:left="425"/>
    </w:pPr>
  </w:style>
  <w:style w:type="character" w:customStyle="1" w:styleId="ZkladntextodsazenChar">
    <w:name w:val="Základní text odsazený Char"/>
    <w:basedOn w:val="Standardnpsmoodstavce"/>
    <w:link w:val="Zkladntextodsazen"/>
    <w:uiPriority w:val="16"/>
    <w:rsid w:val="00505C48"/>
    <w:rPr>
      <w:sz w:val="20"/>
      <w:lang w:val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61CB5"/>
    <w:pPr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61CB5"/>
    <w:rPr>
      <w:sz w:val="20"/>
      <w:lang w:val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61CB5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61CB5"/>
    <w:rPr>
      <w:sz w:val="20"/>
      <w:lang w:val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61CB5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61CB5"/>
    <w:rPr>
      <w:sz w:val="16"/>
      <w:szCs w:val="16"/>
      <w:lang w:val="cs-CZ"/>
    </w:rPr>
  </w:style>
  <w:style w:type="paragraph" w:styleId="Zkladntextodsazen2">
    <w:name w:val="Body Text Indent 2"/>
    <w:basedOn w:val="Normln"/>
    <w:link w:val="Zkladntextodsazen2Char"/>
    <w:uiPriority w:val="16"/>
    <w:rsid w:val="00505C48"/>
    <w:pPr>
      <w:ind w:left="851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16"/>
    <w:rsid w:val="00505C48"/>
    <w:rPr>
      <w:sz w:val="20"/>
      <w:lang w:val="cs-CZ"/>
    </w:rPr>
  </w:style>
  <w:style w:type="paragraph" w:styleId="Zkladntextodsazen3">
    <w:name w:val="Body Text Indent 3"/>
    <w:basedOn w:val="Normln"/>
    <w:link w:val="Zkladntextodsazen3Char"/>
    <w:uiPriority w:val="16"/>
    <w:rsid w:val="00505C48"/>
    <w:pPr>
      <w:ind w:left="1276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16"/>
    <w:rsid w:val="00505C48"/>
    <w:rPr>
      <w:sz w:val="20"/>
      <w:szCs w:val="16"/>
      <w:lang w:val="cs-CZ"/>
    </w:rPr>
  </w:style>
  <w:style w:type="character" w:styleId="Zstupntext">
    <w:name w:val="Placeholder Text"/>
    <w:basedOn w:val="Standardnpsmoodstavce"/>
    <w:uiPriority w:val="99"/>
    <w:semiHidden/>
    <w:rsid w:val="00561CB5"/>
    <w:rPr>
      <w:color w:val="808080"/>
      <w:lang w:val="cs-CZ"/>
    </w:rPr>
  </w:style>
  <w:style w:type="character" w:styleId="Zdraznn">
    <w:name w:val="Emphasis"/>
    <w:basedOn w:val="Standardnpsmoodstavce"/>
    <w:uiPriority w:val="21"/>
    <w:qFormat/>
    <w:rsid w:val="00561CB5"/>
    <w:rPr>
      <w:i/>
      <w:iCs/>
      <w:lang w:val="cs-CZ"/>
    </w:rPr>
  </w:style>
  <w:style w:type="character" w:customStyle="1" w:styleId="Zmnka1">
    <w:name w:val="Zmínka1"/>
    <w:basedOn w:val="Standardnpsmoodstavce"/>
    <w:uiPriority w:val="99"/>
    <w:semiHidden/>
    <w:unhideWhenUsed/>
    <w:rsid w:val="00561CB5"/>
    <w:rPr>
      <w:color w:val="2B579A"/>
      <w:shd w:val="clear" w:color="auto" w:fill="E1DFDD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61CB5"/>
    <w:rPr>
      <w:vertAlign w:val="superscript"/>
      <w:lang w:val="cs-CZ"/>
    </w:rPr>
  </w:style>
  <w:style w:type="paragraph" w:styleId="Zptenadresanaoblku">
    <w:name w:val="envelope return"/>
    <w:basedOn w:val="Normln"/>
    <w:uiPriority w:val="99"/>
    <w:semiHidden/>
    <w:unhideWhenUsed/>
    <w:rsid w:val="00561CB5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customStyle="1" w:styleId="Vc">
    <w:name w:val="Věc"/>
    <w:basedOn w:val="Normln"/>
    <w:next w:val="Normln"/>
    <w:link w:val="VcChar"/>
    <w:uiPriority w:val="32"/>
    <w:rsid w:val="004F1E12"/>
    <w:rPr>
      <w:rFonts w:ascii="Pepi SemiBold" w:hAnsi="Pepi SemiBold"/>
    </w:rPr>
  </w:style>
  <w:style w:type="character" w:customStyle="1" w:styleId="VcChar">
    <w:name w:val="Věc Char"/>
    <w:basedOn w:val="Standardnpsmoodstavce"/>
    <w:link w:val="Vc"/>
    <w:uiPriority w:val="32"/>
    <w:rsid w:val="004F1E12"/>
    <w:rPr>
      <w:rFonts w:ascii="Pepi SemiBold" w:hAnsi="Pepi SemiBold"/>
      <w:spacing w:val="-1"/>
      <w:sz w:val="19"/>
    </w:rPr>
  </w:style>
  <w:style w:type="paragraph" w:customStyle="1" w:styleId="lnek1">
    <w:name w:val="Článek 1"/>
    <w:basedOn w:val="Normln"/>
    <w:next w:val="lnek2"/>
    <w:link w:val="lnek1Char"/>
    <w:uiPriority w:val="2"/>
    <w:qFormat/>
    <w:rsid w:val="006149F1"/>
    <w:pPr>
      <w:numPr>
        <w:numId w:val="5"/>
      </w:numPr>
      <w:spacing w:before="480" w:after="360"/>
      <w:outlineLvl w:val="0"/>
    </w:pPr>
    <w:rPr>
      <w:rFonts w:asciiTheme="majorHAnsi" w:hAnsiTheme="majorHAnsi"/>
      <w:b/>
      <w:sz w:val="42"/>
    </w:rPr>
  </w:style>
  <w:style w:type="character" w:customStyle="1" w:styleId="lnek1Char">
    <w:name w:val="Článek 1 Char"/>
    <w:basedOn w:val="Standardnpsmoodstavce"/>
    <w:link w:val="lnek1"/>
    <w:uiPriority w:val="2"/>
    <w:rsid w:val="006149F1"/>
    <w:rPr>
      <w:rFonts w:asciiTheme="majorHAnsi" w:hAnsiTheme="majorHAnsi"/>
      <w:b/>
      <w:sz w:val="42"/>
    </w:rPr>
  </w:style>
  <w:style w:type="paragraph" w:customStyle="1" w:styleId="lnek2">
    <w:name w:val="Článek 2"/>
    <w:basedOn w:val="Normln"/>
    <w:link w:val="lnek2Char"/>
    <w:uiPriority w:val="2"/>
    <w:qFormat/>
    <w:rsid w:val="006149F1"/>
    <w:pPr>
      <w:numPr>
        <w:ilvl w:val="1"/>
        <w:numId w:val="5"/>
      </w:numPr>
      <w:spacing w:before="360"/>
      <w:outlineLvl w:val="1"/>
    </w:pPr>
    <w:rPr>
      <w:b/>
      <w:sz w:val="32"/>
    </w:rPr>
  </w:style>
  <w:style w:type="character" w:customStyle="1" w:styleId="lnek2Char">
    <w:name w:val="Článek 2 Char"/>
    <w:basedOn w:val="Standardnpsmoodstavce"/>
    <w:link w:val="lnek2"/>
    <w:uiPriority w:val="2"/>
    <w:rsid w:val="006149F1"/>
    <w:rPr>
      <w:b/>
      <w:sz w:val="32"/>
    </w:rPr>
  </w:style>
  <w:style w:type="paragraph" w:customStyle="1" w:styleId="lnek3">
    <w:name w:val="Článek 3"/>
    <w:basedOn w:val="Normln"/>
    <w:link w:val="lnek3Char"/>
    <w:uiPriority w:val="2"/>
    <w:qFormat/>
    <w:rsid w:val="006149F1"/>
    <w:pPr>
      <w:numPr>
        <w:ilvl w:val="2"/>
        <w:numId w:val="5"/>
      </w:numPr>
      <w:outlineLvl w:val="2"/>
    </w:pPr>
  </w:style>
  <w:style w:type="character" w:customStyle="1" w:styleId="lnek3Char">
    <w:name w:val="Článek 3 Char"/>
    <w:basedOn w:val="Standardnpsmoodstavce"/>
    <w:link w:val="lnek3"/>
    <w:uiPriority w:val="2"/>
    <w:rsid w:val="006149F1"/>
    <w:rPr>
      <w:sz w:val="18"/>
    </w:rPr>
  </w:style>
  <w:style w:type="paragraph" w:customStyle="1" w:styleId="lnek4">
    <w:name w:val="Článek 4"/>
    <w:basedOn w:val="Normln"/>
    <w:link w:val="lnek4Char"/>
    <w:uiPriority w:val="2"/>
    <w:qFormat/>
    <w:rsid w:val="006149F1"/>
    <w:pPr>
      <w:numPr>
        <w:ilvl w:val="3"/>
        <w:numId w:val="5"/>
      </w:numPr>
      <w:outlineLvl w:val="3"/>
    </w:pPr>
  </w:style>
  <w:style w:type="character" w:customStyle="1" w:styleId="lnek4Char">
    <w:name w:val="Článek 4 Char"/>
    <w:basedOn w:val="Standardnpsmoodstavce"/>
    <w:link w:val="lnek4"/>
    <w:uiPriority w:val="2"/>
    <w:rsid w:val="006149F1"/>
    <w:rPr>
      <w:sz w:val="18"/>
    </w:rPr>
  </w:style>
  <w:style w:type="paragraph" w:customStyle="1" w:styleId="lnek5">
    <w:name w:val="Článek 5"/>
    <w:basedOn w:val="Normln"/>
    <w:link w:val="lnek5Char"/>
    <w:uiPriority w:val="2"/>
    <w:qFormat/>
    <w:rsid w:val="006149F1"/>
    <w:pPr>
      <w:numPr>
        <w:ilvl w:val="4"/>
        <w:numId w:val="5"/>
      </w:numPr>
      <w:outlineLvl w:val="4"/>
    </w:pPr>
  </w:style>
  <w:style w:type="character" w:customStyle="1" w:styleId="lnek5Char">
    <w:name w:val="Článek 5 Char"/>
    <w:basedOn w:val="Standardnpsmoodstavce"/>
    <w:link w:val="lnek5"/>
    <w:uiPriority w:val="2"/>
    <w:rsid w:val="006149F1"/>
    <w:rPr>
      <w:sz w:val="18"/>
    </w:rPr>
  </w:style>
  <w:style w:type="paragraph" w:customStyle="1" w:styleId="Perex">
    <w:name w:val="Perex"/>
    <w:basedOn w:val="Normln"/>
    <w:next w:val="Normln"/>
    <w:link w:val="PerexChar"/>
    <w:uiPriority w:val="1"/>
    <w:qFormat/>
    <w:rsid w:val="0008574E"/>
    <w:pPr>
      <w:spacing w:after="360" w:line="360" w:lineRule="atLeast"/>
    </w:pPr>
    <w:rPr>
      <w:b/>
      <w:sz w:val="24"/>
    </w:rPr>
  </w:style>
  <w:style w:type="character" w:customStyle="1" w:styleId="PerexChar">
    <w:name w:val="Perex Char"/>
    <w:basedOn w:val="Standardnpsmoodstavce"/>
    <w:link w:val="Perex"/>
    <w:uiPriority w:val="1"/>
    <w:rsid w:val="00D624C9"/>
    <w:rPr>
      <w:b/>
      <w:sz w:val="24"/>
    </w:rPr>
  </w:style>
  <w:style w:type="paragraph" w:customStyle="1" w:styleId="Header2">
    <w:name w:val="Header 2"/>
    <w:basedOn w:val="Zhlav"/>
    <w:link w:val="Header2Char"/>
    <w:qFormat/>
    <w:rsid w:val="00946023"/>
    <w:rPr>
      <w:spacing w:val="-1"/>
    </w:rPr>
  </w:style>
  <w:style w:type="character" w:customStyle="1" w:styleId="Header2Char">
    <w:name w:val="Header 2 Char"/>
    <w:basedOn w:val="ZhlavChar"/>
    <w:link w:val="Header2"/>
    <w:rsid w:val="00946023"/>
    <w:rPr>
      <w:spacing w:val="-1"/>
      <w:sz w:val="15"/>
    </w:rPr>
  </w:style>
  <w:style w:type="paragraph" w:customStyle="1" w:styleId="NormalTab">
    <w:name w:val="Normal Tab"/>
    <w:basedOn w:val="Normln"/>
    <w:link w:val="NormalTabChar"/>
    <w:qFormat/>
    <w:rsid w:val="00946023"/>
    <w:pPr>
      <w:spacing w:after="60"/>
    </w:pPr>
  </w:style>
  <w:style w:type="character" w:customStyle="1" w:styleId="NormalTabChar">
    <w:name w:val="Normal Tab Char"/>
    <w:basedOn w:val="Standardnpsmoodstavce"/>
    <w:link w:val="NormalTab"/>
    <w:rsid w:val="00946023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8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y@pestujprostor.cz" TargetMode="External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la\Downloads\_ARCHITEKTI_PROSTORU_Univerzalni_dokument.dotx" TargetMode="External"/></Relationships>
</file>

<file path=word/theme/theme1.xml><?xml version="1.0" encoding="utf-8"?>
<a:theme xmlns:a="http://schemas.openxmlformats.org/drawingml/2006/main" name="Motiv Office">
  <a:themeElements>
    <a:clrScheme name="Vlastní 1">
      <a:dk1>
        <a:srgbClr val="FFFFFF"/>
      </a:dk1>
      <a:lt1>
        <a:sysClr val="window" lastClr="FFFFFF"/>
      </a:lt1>
      <a:dk2>
        <a:srgbClr val="FFFFFF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66133-0DC8-4B65-8864-3C89B068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_ARCHITEKTI_PROSTORU_Univerzalni_dokument</Template>
  <TotalTime>191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Kupilikova</dc:creator>
  <cp:keywords/>
  <dc:description/>
  <cp:lastModifiedBy>Karla Kupilikova</cp:lastModifiedBy>
  <cp:revision>58</cp:revision>
  <cp:lastPrinted>2025-05-15T14:20:00Z</cp:lastPrinted>
  <dcterms:created xsi:type="dcterms:W3CDTF">2024-02-27T15:22:00Z</dcterms:created>
  <dcterms:modified xsi:type="dcterms:W3CDTF">2025-05-15T14:20:00Z</dcterms:modified>
</cp:coreProperties>
</file>